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06C4ED" w14:textId="6840C583" w:rsidR="007F173D" w:rsidRPr="009A1CF4" w:rsidRDefault="00BF5997" w:rsidP="007F173D">
      <w:pPr>
        <w:pStyle w:val="Title"/>
      </w:pPr>
      <w:sdt>
        <w:sdtPr>
          <w:rPr>
            <w:b w:val="0"/>
            <w:color w:val="EE0000"/>
          </w:rPr>
          <w:alias w:val="Title"/>
          <w:tag w:val=""/>
          <w:id w:val="-487021785"/>
          <w:placeholder>
            <w:docPart w:val="87FAE53C267E4AC78A0F4C04C3355C71"/>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D90C60" w:rsidRPr="00D90C60">
            <w:t>Packet Tracer - Configure IP ACLs to Mitigate Attacks</w:t>
          </w:r>
        </w:sdtContent>
      </w:sdt>
      <w:r w:rsidR="004D36D7" w:rsidRPr="00FD4A68">
        <w:t xml:space="preserve"> </w:t>
      </w:r>
    </w:p>
    <w:p w14:paraId="72E342EF" w14:textId="77777777" w:rsidR="00D90C60" w:rsidRDefault="00D90C60" w:rsidP="00A74234">
      <w:pPr>
        <w:pStyle w:val="Heading1"/>
      </w:pPr>
      <w:r>
        <w:t>Topology</w:t>
      </w:r>
    </w:p>
    <w:p w14:paraId="138BCBA1" w14:textId="77777777" w:rsidR="00D90C60" w:rsidRDefault="00D8780B" w:rsidP="00D90C60">
      <w:pPr>
        <w:pStyle w:val="Visual"/>
      </w:pPr>
      <w:r w:rsidRPr="00D8780B">
        <w:rPr>
          <w:noProof/>
        </w:rPr>
        <w:drawing>
          <wp:inline distT="0" distB="0" distL="0" distR="0" wp14:anchorId="1135DECB" wp14:editId="5AB0BA95">
            <wp:extent cx="5934075" cy="17145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34075" cy="1714500"/>
                    </a:xfrm>
                    <a:prstGeom prst="rect">
                      <a:avLst/>
                    </a:prstGeom>
                  </pic:spPr>
                </pic:pic>
              </a:graphicData>
            </a:graphic>
          </wp:inline>
        </w:drawing>
      </w:r>
    </w:p>
    <w:p w14:paraId="750F9C41" w14:textId="77777777" w:rsidR="00D90C60" w:rsidRPr="00BB73FF" w:rsidRDefault="00D90C60" w:rsidP="00D90C60">
      <w:pPr>
        <w:pStyle w:val="Heading1"/>
        <w:numPr>
          <w:ilvl w:val="0"/>
          <w:numId w:val="3"/>
        </w:numPr>
      </w:pPr>
      <w:r w:rsidRPr="00BB73FF">
        <w:t>Addressing Table</w:t>
      </w:r>
    </w:p>
    <w:tbl>
      <w:tblPr>
        <w:tblW w:w="10173"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347"/>
        <w:gridCol w:w="1620"/>
        <w:gridCol w:w="1806"/>
        <w:gridCol w:w="1800"/>
        <w:gridCol w:w="1800"/>
        <w:gridCol w:w="1800"/>
      </w:tblGrid>
      <w:tr w:rsidR="00D90C60" w14:paraId="40169451" w14:textId="77777777" w:rsidTr="00773E37">
        <w:trPr>
          <w:cantSplit/>
          <w:jc w:val="center"/>
        </w:trPr>
        <w:tc>
          <w:tcPr>
            <w:tcW w:w="134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2EA4F5D" w14:textId="77777777" w:rsidR="00D90C60" w:rsidRPr="00E87D62" w:rsidRDefault="00D90C60" w:rsidP="00EE2C57">
            <w:pPr>
              <w:pStyle w:val="TableHeading"/>
            </w:pPr>
            <w:r w:rsidRPr="00E87D62">
              <w:t>Device</w:t>
            </w:r>
          </w:p>
        </w:tc>
        <w:tc>
          <w:tcPr>
            <w:tcW w:w="16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1F39667" w14:textId="77777777" w:rsidR="00D90C60" w:rsidRPr="00E87D62" w:rsidRDefault="00D90C60" w:rsidP="00EE2C57">
            <w:pPr>
              <w:pStyle w:val="TableHeading"/>
            </w:pPr>
            <w:r w:rsidRPr="00E87D62">
              <w:t>Interface</w:t>
            </w:r>
          </w:p>
        </w:tc>
        <w:tc>
          <w:tcPr>
            <w:tcW w:w="1806"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8DDAB63" w14:textId="77777777" w:rsidR="00D90C60" w:rsidRPr="00E87D62" w:rsidRDefault="00D90C60" w:rsidP="00EE2C57">
            <w:pPr>
              <w:pStyle w:val="TableHeading"/>
            </w:pPr>
            <w:r w:rsidRPr="00E87D62">
              <w:t>IP Address</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B04B0C3" w14:textId="77777777" w:rsidR="00D90C60" w:rsidRPr="00E87D62" w:rsidRDefault="00D90C60" w:rsidP="00EE2C57">
            <w:pPr>
              <w:pStyle w:val="TableHeading"/>
            </w:pPr>
            <w:r w:rsidRPr="00E87D62">
              <w:t>Subnet Mask</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DFDDA5E" w14:textId="77777777" w:rsidR="00D90C60" w:rsidRPr="00E87D62" w:rsidRDefault="00D90C60" w:rsidP="00EE2C57">
            <w:pPr>
              <w:pStyle w:val="TableHeading"/>
            </w:pPr>
            <w:r w:rsidRPr="00E87D62">
              <w:t>Default Gateway</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EAF2476" w14:textId="77777777" w:rsidR="00D90C60" w:rsidRPr="00E87D62" w:rsidRDefault="00D90C60" w:rsidP="00EE2C57">
            <w:pPr>
              <w:pStyle w:val="TableHeading"/>
            </w:pPr>
            <w:r>
              <w:t>Switch Port</w:t>
            </w:r>
          </w:p>
        </w:tc>
      </w:tr>
      <w:tr w:rsidR="00D90C60" w14:paraId="0511A5C3" w14:textId="77777777" w:rsidTr="00773E37">
        <w:trPr>
          <w:cantSplit/>
          <w:jc w:val="center"/>
        </w:trPr>
        <w:tc>
          <w:tcPr>
            <w:tcW w:w="1347" w:type="dxa"/>
            <w:tcBorders>
              <w:bottom w:val="nil"/>
            </w:tcBorders>
            <w:vAlign w:val="center"/>
          </w:tcPr>
          <w:p w14:paraId="3D44ABE9" w14:textId="77777777" w:rsidR="00D90C60" w:rsidRPr="00E87D62" w:rsidRDefault="00D90C60" w:rsidP="00EE2C57">
            <w:pPr>
              <w:pStyle w:val="TableText"/>
            </w:pPr>
            <w:r>
              <w:t>R1</w:t>
            </w:r>
          </w:p>
        </w:tc>
        <w:tc>
          <w:tcPr>
            <w:tcW w:w="1620" w:type="dxa"/>
            <w:vAlign w:val="bottom"/>
          </w:tcPr>
          <w:p w14:paraId="0E83E43C" w14:textId="77777777" w:rsidR="00D90C60" w:rsidRPr="00E87D62" w:rsidRDefault="00D90C60" w:rsidP="00EE2C57">
            <w:pPr>
              <w:pStyle w:val="TableText"/>
            </w:pPr>
            <w:r>
              <w:t>G</w:t>
            </w:r>
            <w:r w:rsidRPr="00E87D62">
              <w:t>0/1</w:t>
            </w:r>
          </w:p>
        </w:tc>
        <w:tc>
          <w:tcPr>
            <w:tcW w:w="1806" w:type="dxa"/>
            <w:vAlign w:val="bottom"/>
          </w:tcPr>
          <w:p w14:paraId="74D79C6C" w14:textId="77777777" w:rsidR="00D90C60" w:rsidRPr="00E87D62" w:rsidRDefault="00D90C60" w:rsidP="00EE2C57">
            <w:pPr>
              <w:pStyle w:val="TableText"/>
            </w:pPr>
            <w:r w:rsidRPr="00E87D62">
              <w:t>192.168.1.1</w:t>
            </w:r>
          </w:p>
        </w:tc>
        <w:tc>
          <w:tcPr>
            <w:tcW w:w="1800" w:type="dxa"/>
            <w:vAlign w:val="bottom"/>
          </w:tcPr>
          <w:p w14:paraId="0E98D825" w14:textId="77777777" w:rsidR="00D90C60" w:rsidRPr="00E87D62" w:rsidRDefault="00D90C60" w:rsidP="00EE2C57">
            <w:pPr>
              <w:pStyle w:val="TableText"/>
            </w:pPr>
            <w:r w:rsidRPr="00E87D62">
              <w:t>255.255.255.0</w:t>
            </w:r>
          </w:p>
        </w:tc>
        <w:tc>
          <w:tcPr>
            <w:tcW w:w="1800" w:type="dxa"/>
            <w:tcBorders>
              <w:bottom w:val="nil"/>
            </w:tcBorders>
            <w:vAlign w:val="bottom"/>
          </w:tcPr>
          <w:p w14:paraId="18A8AF21" w14:textId="77777777" w:rsidR="00D90C60" w:rsidRPr="00E87D62" w:rsidRDefault="00D90C60" w:rsidP="00EE2C57">
            <w:pPr>
              <w:pStyle w:val="TableText"/>
            </w:pPr>
            <w:r w:rsidRPr="00E87D62">
              <w:t>N/A</w:t>
            </w:r>
          </w:p>
        </w:tc>
        <w:tc>
          <w:tcPr>
            <w:tcW w:w="1800" w:type="dxa"/>
          </w:tcPr>
          <w:p w14:paraId="1A53347F" w14:textId="77777777" w:rsidR="00D90C60" w:rsidRPr="00E87D62" w:rsidRDefault="00D90C60" w:rsidP="00EE2C57">
            <w:pPr>
              <w:pStyle w:val="TableText"/>
            </w:pPr>
            <w:r>
              <w:t>S1 F0/5</w:t>
            </w:r>
          </w:p>
        </w:tc>
      </w:tr>
      <w:tr w:rsidR="00D90C60" w14:paraId="33291BFB" w14:textId="77777777" w:rsidTr="00773E37">
        <w:trPr>
          <w:cantSplit/>
          <w:jc w:val="center"/>
        </w:trPr>
        <w:tc>
          <w:tcPr>
            <w:tcW w:w="1347" w:type="dxa"/>
            <w:tcBorders>
              <w:top w:val="nil"/>
              <w:bottom w:val="single" w:sz="2" w:space="0" w:color="auto"/>
            </w:tcBorders>
            <w:vAlign w:val="bottom"/>
          </w:tcPr>
          <w:p w14:paraId="1110D11B" w14:textId="77777777" w:rsidR="00D90C60" w:rsidRPr="00E87D62" w:rsidRDefault="00D90C60" w:rsidP="00D90C60">
            <w:pPr>
              <w:pStyle w:val="ConfigWindow"/>
            </w:pPr>
            <w:r>
              <w:t>R1</w:t>
            </w:r>
          </w:p>
        </w:tc>
        <w:tc>
          <w:tcPr>
            <w:tcW w:w="1620" w:type="dxa"/>
            <w:vAlign w:val="bottom"/>
          </w:tcPr>
          <w:p w14:paraId="4D32B32D" w14:textId="77777777" w:rsidR="00D90C60" w:rsidRPr="00E87D62" w:rsidRDefault="00D90C60" w:rsidP="00EE2C57">
            <w:pPr>
              <w:pStyle w:val="TableText"/>
            </w:pPr>
            <w:r w:rsidRPr="00E87D62">
              <w:t>S0/0/0 (DCE)</w:t>
            </w:r>
          </w:p>
        </w:tc>
        <w:tc>
          <w:tcPr>
            <w:tcW w:w="1806" w:type="dxa"/>
            <w:vAlign w:val="bottom"/>
          </w:tcPr>
          <w:p w14:paraId="2D10B24B" w14:textId="77777777" w:rsidR="00D90C60" w:rsidRPr="00E87D62" w:rsidRDefault="00D90C60" w:rsidP="00EE2C57">
            <w:pPr>
              <w:pStyle w:val="TableText"/>
            </w:pPr>
            <w:r w:rsidRPr="00E87D62">
              <w:t>10.1.1.1</w:t>
            </w:r>
          </w:p>
        </w:tc>
        <w:tc>
          <w:tcPr>
            <w:tcW w:w="1800" w:type="dxa"/>
            <w:vAlign w:val="bottom"/>
          </w:tcPr>
          <w:p w14:paraId="7494C521" w14:textId="77777777" w:rsidR="00D90C60" w:rsidRPr="00E87D62" w:rsidRDefault="00D90C60" w:rsidP="00EE2C57">
            <w:pPr>
              <w:pStyle w:val="TableText"/>
            </w:pPr>
            <w:r w:rsidRPr="00E87D62">
              <w:t>255.255.255.252</w:t>
            </w:r>
          </w:p>
        </w:tc>
        <w:tc>
          <w:tcPr>
            <w:tcW w:w="1800" w:type="dxa"/>
            <w:tcBorders>
              <w:top w:val="nil"/>
              <w:bottom w:val="single" w:sz="2" w:space="0" w:color="auto"/>
            </w:tcBorders>
            <w:vAlign w:val="bottom"/>
          </w:tcPr>
          <w:p w14:paraId="0A5B73AF" w14:textId="77777777" w:rsidR="00D90C60" w:rsidRPr="00E87D62" w:rsidRDefault="00D90C60" w:rsidP="00773E37">
            <w:pPr>
              <w:pStyle w:val="ConfigWindow"/>
            </w:pPr>
            <w:r w:rsidRPr="00E87D62">
              <w:t>N/A</w:t>
            </w:r>
          </w:p>
        </w:tc>
        <w:tc>
          <w:tcPr>
            <w:tcW w:w="1800" w:type="dxa"/>
            <w:tcBorders>
              <w:bottom w:val="single" w:sz="2" w:space="0" w:color="auto"/>
            </w:tcBorders>
          </w:tcPr>
          <w:p w14:paraId="7171BB3E" w14:textId="77777777" w:rsidR="00D90C60" w:rsidRPr="00E87D62" w:rsidRDefault="00D90C60" w:rsidP="00EE2C57">
            <w:pPr>
              <w:pStyle w:val="TableText"/>
            </w:pPr>
            <w:r>
              <w:t>N/A</w:t>
            </w:r>
          </w:p>
        </w:tc>
      </w:tr>
      <w:tr w:rsidR="00D90C60" w14:paraId="7AFCA57F" w14:textId="77777777" w:rsidTr="00773E37">
        <w:trPr>
          <w:cantSplit/>
          <w:jc w:val="center"/>
        </w:trPr>
        <w:tc>
          <w:tcPr>
            <w:tcW w:w="1347" w:type="dxa"/>
            <w:tcBorders>
              <w:bottom w:val="nil"/>
            </w:tcBorders>
            <w:vAlign w:val="center"/>
          </w:tcPr>
          <w:p w14:paraId="4B2339BC" w14:textId="77777777" w:rsidR="00D90C60" w:rsidRPr="00E87D62" w:rsidRDefault="00D90C60" w:rsidP="00EE2C57">
            <w:pPr>
              <w:pStyle w:val="TableText"/>
            </w:pPr>
            <w:r w:rsidRPr="00E87D62">
              <w:t>R2</w:t>
            </w:r>
          </w:p>
        </w:tc>
        <w:tc>
          <w:tcPr>
            <w:tcW w:w="1620" w:type="dxa"/>
            <w:vAlign w:val="bottom"/>
          </w:tcPr>
          <w:p w14:paraId="216ABB10" w14:textId="77777777" w:rsidR="00D90C60" w:rsidRPr="00E87D62" w:rsidRDefault="00D90C60" w:rsidP="00EE2C57">
            <w:pPr>
              <w:pStyle w:val="TableText"/>
            </w:pPr>
            <w:r w:rsidRPr="00E87D62">
              <w:t>S0/0/0</w:t>
            </w:r>
          </w:p>
        </w:tc>
        <w:tc>
          <w:tcPr>
            <w:tcW w:w="1806" w:type="dxa"/>
            <w:vAlign w:val="bottom"/>
          </w:tcPr>
          <w:p w14:paraId="16971F85" w14:textId="77777777" w:rsidR="00D90C60" w:rsidRPr="00E87D62" w:rsidRDefault="00D90C60" w:rsidP="00EE2C57">
            <w:pPr>
              <w:pStyle w:val="TableText"/>
            </w:pPr>
            <w:r w:rsidRPr="00E87D62">
              <w:t>10.1.1.2</w:t>
            </w:r>
          </w:p>
        </w:tc>
        <w:tc>
          <w:tcPr>
            <w:tcW w:w="1800" w:type="dxa"/>
            <w:vAlign w:val="bottom"/>
          </w:tcPr>
          <w:p w14:paraId="3EA0E877" w14:textId="77777777" w:rsidR="00D90C60" w:rsidRPr="00E87D62" w:rsidRDefault="00D90C60" w:rsidP="00EE2C57">
            <w:pPr>
              <w:pStyle w:val="TableText"/>
            </w:pPr>
            <w:r w:rsidRPr="00E87D62">
              <w:t>255.255.255.252</w:t>
            </w:r>
          </w:p>
        </w:tc>
        <w:tc>
          <w:tcPr>
            <w:tcW w:w="1800" w:type="dxa"/>
            <w:tcBorders>
              <w:bottom w:val="nil"/>
            </w:tcBorders>
            <w:vAlign w:val="bottom"/>
          </w:tcPr>
          <w:p w14:paraId="3E02EB15" w14:textId="77777777" w:rsidR="00D90C60" w:rsidRPr="00E87D62" w:rsidRDefault="00D90C60" w:rsidP="00EE2C57">
            <w:pPr>
              <w:pStyle w:val="TableText"/>
            </w:pPr>
            <w:r w:rsidRPr="00E87D62">
              <w:t>N/A</w:t>
            </w:r>
          </w:p>
        </w:tc>
        <w:tc>
          <w:tcPr>
            <w:tcW w:w="1800" w:type="dxa"/>
            <w:tcBorders>
              <w:bottom w:val="nil"/>
            </w:tcBorders>
          </w:tcPr>
          <w:p w14:paraId="110153E8" w14:textId="77777777" w:rsidR="00D90C60" w:rsidRPr="00E87D62" w:rsidRDefault="00D90C60" w:rsidP="00EE2C57">
            <w:pPr>
              <w:pStyle w:val="TableText"/>
            </w:pPr>
            <w:r>
              <w:t>N/A</w:t>
            </w:r>
          </w:p>
        </w:tc>
      </w:tr>
      <w:tr w:rsidR="00D90C60" w14:paraId="3C29DC66" w14:textId="77777777" w:rsidTr="00773E37">
        <w:trPr>
          <w:cantSplit/>
          <w:jc w:val="center"/>
        </w:trPr>
        <w:tc>
          <w:tcPr>
            <w:tcW w:w="1347" w:type="dxa"/>
            <w:tcBorders>
              <w:top w:val="nil"/>
              <w:bottom w:val="nil"/>
            </w:tcBorders>
            <w:vAlign w:val="bottom"/>
          </w:tcPr>
          <w:p w14:paraId="4965FE82" w14:textId="77777777" w:rsidR="00D90C60" w:rsidRPr="00E87D62" w:rsidRDefault="00D90C60" w:rsidP="00D90C60">
            <w:pPr>
              <w:pStyle w:val="ConfigWindow"/>
            </w:pPr>
            <w:r w:rsidRPr="00E87D62">
              <w:t>R2</w:t>
            </w:r>
          </w:p>
        </w:tc>
        <w:tc>
          <w:tcPr>
            <w:tcW w:w="1620" w:type="dxa"/>
            <w:vAlign w:val="bottom"/>
          </w:tcPr>
          <w:p w14:paraId="68E1A75A" w14:textId="77777777" w:rsidR="00D90C60" w:rsidRPr="00E87D62" w:rsidRDefault="00D90C60" w:rsidP="00EE2C57">
            <w:pPr>
              <w:pStyle w:val="TableText"/>
            </w:pPr>
            <w:r w:rsidRPr="00E87D62">
              <w:t>S0/0/1 (DCE)</w:t>
            </w:r>
          </w:p>
        </w:tc>
        <w:tc>
          <w:tcPr>
            <w:tcW w:w="1806" w:type="dxa"/>
            <w:vAlign w:val="bottom"/>
          </w:tcPr>
          <w:p w14:paraId="33DE17A4" w14:textId="77777777" w:rsidR="00D90C60" w:rsidRPr="00E87D62" w:rsidRDefault="00D90C60" w:rsidP="00EE2C57">
            <w:pPr>
              <w:pStyle w:val="TableText"/>
            </w:pPr>
            <w:r w:rsidRPr="00E87D62">
              <w:t>10.2.2.2</w:t>
            </w:r>
          </w:p>
        </w:tc>
        <w:tc>
          <w:tcPr>
            <w:tcW w:w="1800" w:type="dxa"/>
            <w:vAlign w:val="bottom"/>
          </w:tcPr>
          <w:p w14:paraId="6A3DB04A" w14:textId="77777777" w:rsidR="00D90C60" w:rsidRPr="00E87D62" w:rsidRDefault="00D90C60" w:rsidP="00EE2C57">
            <w:pPr>
              <w:pStyle w:val="TableText"/>
            </w:pPr>
            <w:r w:rsidRPr="00E87D62">
              <w:t>255.255.255.252</w:t>
            </w:r>
          </w:p>
        </w:tc>
        <w:tc>
          <w:tcPr>
            <w:tcW w:w="1800" w:type="dxa"/>
            <w:tcBorders>
              <w:top w:val="nil"/>
              <w:bottom w:val="nil"/>
            </w:tcBorders>
            <w:vAlign w:val="bottom"/>
          </w:tcPr>
          <w:p w14:paraId="5BA0EC2F" w14:textId="77777777" w:rsidR="00D90C60" w:rsidRPr="00E87D62" w:rsidRDefault="00D90C60" w:rsidP="00773E37">
            <w:pPr>
              <w:pStyle w:val="ConfigWindow"/>
            </w:pPr>
            <w:r w:rsidRPr="00E87D62">
              <w:t>N/A</w:t>
            </w:r>
          </w:p>
        </w:tc>
        <w:tc>
          <w:tcPr>
            <w:tcW w:w="1800" w:type="dxa"/>
            <w:tcBorders>
              <w:top w:val="nil"/>
              <w:bottom w:val="nil"/>
            </w:tcBorders>
          </w:tcPr>
          <w:p w14:paraId="4791B718" w14:textId="77777777" w:rsidR="00D90C60" w:rsidRPr="00E87D62" w:rsidRDefault="00D90C60" w:rsidP="00D90C60">
            <w:pPr>
              <w:pStyle w:val="ConfigWindow"/>
            </w:pPr>
            <w:r>
              <w:t>N/A</w:t>
            </w:r>
          </w:p>
        </w:tc>
      </w:tr>
      <w:tr w:rsidR="005333AB" w14:paraId="46766BF3" w14:textId="77777777" w:rsidTr="00773E37">
        <w:trPr>
          <w:cantSplit/>
          <w:jc w:val="center"/>
        </w:trPr>
        <w:tc>
          <w:tcPr>
            <w:tcW w:w="1347" w:type="dxa"/>
            <w:tcBorders>
              <w:top w:val="nil"/>
              <w:bottom w:val="nil"/>
            </w:tcBorders>
            <w:vAlign w:val="bottom"/>
          </w:tcPr>
          <w:p w14:paraId="2CF9163D" w14:textId="77777777" w:rsidR="005333AB" w:rsidRPr="00E87D62" w:rsidRDefault="00773E37" w:rsidP="00D90C60">
            <w:pPr>
              <w:pStyle w:val="ConfigWindow"/>
            </w:pPr>
            <w:r>
              <w:t>R2</w:t>
            </w:r>
          </w:p>
        </w:tc>
        <w:tc>
          <w:tcPr>
            <w:tcW w:w="1620" w:type="dxa"/>
            <w:vAlign w:val="bottom"/>
          </w:tcPr>
          <w:p w14:paraId="6AD6EC30" w14:textId="77777777" w:rsidR="005333AB" w:rsidRDefault="00773E37" w:rsidP="00EE2C57">
            <w:pPr>
              <w:pStyle w:val="TableText"/>
            </w:pPr>
            <w:r>
              <w:t>G0/0</w:t>
            </w:r>
          </w:p>
        </w:tc>
        <w:tc>
          <w:tcPr>
            <w:tcW w:w="1806" w:type="dxa"/>
            <w:vAlign w:val="bottom"/>
          </w:tcPr>
          <w:p w14:paraId="522FD8F5" w14:textId="77777777" w:rsidR="005333AB" w:rsidRDefault="00773E37" w:rsidP="00EE2C57">
            <w:pPr>
              <w:pStyle w:val="TableText"/>
            </w:pPr>
            <w:r>
              <w:t>209.165.200.225</w:t>
            </w:r>
          </w:p>
        </w:tc>
        <w:tc>
          <w:tcPr>
            <w:tcW w:w="1800" w:type="dxa"/>
            <w:vAlign w:val="bottom"/>
          </w:tcPr>
          <w:p w14:paraId="10A32206" w14:textId="77777777" w:rsidR="005333AB" w:rsidRDefault="00773E37" w:rsidP="00EE2C57">
            <w:pPr>
              <w:pStyle w:val="TableText"/>
            </w:pPr>
            <w:r>
              <w:t>255.255.255.224</w:t>
            </w:r>
          </w:p>
        </w:tc>
        <w:tc>
          <w:tcPr>
            <w:tcW w:w="1800" w:type="dxa"/>
            <w:tcBorders>
              <w:top w:val="nil"/>
              <w:bottom w:val="nil"/>
            </w:tcBorders>
            <w:vAlign w:val="bottom"/>
          </w:tcPr>
          <w:p w14:paraId="5D5CECB0" w14:textId="77777777" w:rsidR="005333AB" w:rsidRDefault="00773E37" w:rsidP="00773E37">
            <w:pPr>
              <w:pStyle w:val="ConfigWindow"/>
            </w:pPr>
            <w:r>
              <w:t>N/A</w:t>
            </w:r>
          </w:p>
        </w:tc>
        <w:tc>
          <w:tcPr>
            <w:tcW w:w="1800" w:type="dxa"/>
            <w:tcBorders>
              <w:top w:val="nil"/>
              <w:bottom w:val="nil"/>
            </w:tcBorders>
          </w:tcPr>
          <w:p w14:paraId="50F0F1BB" w14:textId="77777777" w:rsidR="005333AB" w:rsidRDefault="00773E37" w:rsidP="00D90C60">
            <w:pPr>
              <w:pStyle w:val="ConfigWindow"/>
            </w:pPr>
            <w:r>
              <w:t>N/A</w:t>
            </w:r>
          </w:p>
        </w:tc>
      </w:tr>
      <w:tr w:rsidR="00D90C60" w14:paraId="0C8BC57F" w14:textId="77777777" w:rsidTr="00773E37">
        <w:trPr>
          <w:cantSplit/>
          <w:jc w:val="center"/>
        </w:trPr>
        <w:tc>
          <w:tcPr>
            <w:tcW w:w="1347" w:type="dxa"/>
            <w:tcBorders>
              <w:top w:val="nil"/>
              <w:bottom w:val="single" w:sz="2" w:space="0" w:color="auto"/>
            </w:tcBorders>
            <w:vAlign w:val="bottom"/>
          </w:tcPr>
          <w:p w14:paraId="48181B06" w14:textId="77777777" w:rsidR="00D90C60" w:rsidRPr="00E87D62" w:rsidRDefault="00D90C60" w:rsidP="00D90C60">
            <w:pPr>
              <w:pStyle w:val="ConfigWindow"/>
            </w:pPr>
            <w:r w:rsidRPr="00E87D62">
              <w:t>R2</w:t>
            </w:r>
          </w:p>
        </w:tc>
        <w:tc>
          <w:tcPr>
            <w:tcW w:w="1620" w:type="dxa"/>
            <w:vAlign w:val="bottom"/>
          </w:tcPr>
          <w:p w14:paraId="5FD19589" w14:textId="77777777" w:rsidR="00D90C60" w:rsidRPr="00E87D62" w:rsidRDefault="00D90C60" w:rsidP="00EE2C57">
            <w:pPr>
              <w:pStyle w:val="TableText"/>
            </w:pPr>
            <w:r>
              <w:t>Lo0</w:t>
            </w:r>
          </w:p>
        </w:tc>
        <w:tc>
          <w:tcPr>
            <w:tcW w:w="1806" w:type="dxa"/>
            <w:vAlign w:val="bottom"/>
          </w:tcPr>
          <w:p w14:paraId="0662993E" w14:textId="77777777" w:rsidR="00D90C60" w:rsidRPr="00E87D62" w:rsidRDefault="00D90C60" w:rsidP="00EE2C57">
            <w:pPr>
              <w:pStyle w:val="TableText"/>
            </w:pPr>
            <w:r>
              <w:t>192.168.2.1</w:t>
            </w:r>
          </w:p>
        </w:tc>
        <w:tc>
          <w:tcPr>
            <w:tcW w:w="1800" w:type="dxa"/>
            <w:vAlign w:val="bottom"/>
          </w:tcPr>
          <w:p w14:paraId="0F9D854A" w14:textId="77777777" w:rsidR="00D90C60" w:rsidRPr="00E87D62" w:rsidRDefault="00D90C60" w:rsidP="00EE2C57">
            <w:pPr>
              <w:pStyle w:val="TableText"/>
            </w:pPr>
            <w:r>
              <w:t>255.255.255.0</w:t>
            </w:r>
          </w:p>
        </w:tc>
        <w:tc>
          <w:tcPr>
            <w:tcW w:w="1800" w:type="dxa"/>
            <w:tcBorders>
              <w:top w:val="nil"/>
              <w:bottom w:val="single" w:sz="2" w:space="0" w:color="auto"/>
            </w:tcBorders>
            <w:vAlign w:val="bottom"/>
          </w:tcPr>
          <w:p w14:paraId="290F3057" w14:textId="77777777" w:rsidR="00D90C60" w:rsidRPr="00E87D62" w:rsidRDefault="00D90C60" w:rsidP="00773E37">
            <w:pPr>
              <w:pStyle w:val="ConfigWindow"/>
            </w:pPr>
            <w:r>
              <w:t>N/A</w:t>
            </w:r>
          </w:p>
        </w:tc>
        <w:tc>
          <w:tcPr>
            <w:tcW w:w="1800" w:type="dxa"/>
            <w:tcBorders>
              <w:top w:val="nil"/>
            </w:tcBorders>
          </w:tcPr>
          <w:p w14:paraId="46BE45E2" w14:textId="77777777" w:rsidR="00D90C60" w:rsidRDefault="00D90C60" w:rsidP="00D90C60">
            <w:pPr>
              <w:pStyle w:val="ConfigWindow"/>
            </w:pPr>
            <w:r>
              <w:t>N/A</w:t>
            </w:r>
          </w:p>
        </w:tc>
      </w:tr>
      <w:tr w:rsidR="00D90C60" w14:paraId="1918F5B7" w14:textId="77777777" w:rsidTr="00773E37">
        <w:trPr>
          <w:cantSplit/>
          <w:jc w:val="center"/>
        </w:trPr>
        <w:tc>
          <w:tcPr>
            <w:tcW w:w="1347" w:type="dxa"/>
            <w:tcBorders>
              <w:bottom w:val="nil"/>
            </w:tcBorders>
            <w:vAlign w:val="center"/>
          </w:tcPr>
          <w:p w14:paraId="69245D2B" w14:textId="77777777" w:rsidR="00D90C60" w:rsidRPr="00E87D62" w:rsidRDefault="00D90C60" w:rsidP="00EE2C57">
            <w:pPr>
              <w:pStyle w:val="TableText"/>
            </w:pPr>
            <w:r>
              <w:t>R3</w:t>
            </w:r>
          </w:p>
        </w:tc>
        <w:tc>
          <w:tcPr>
            <w:tcW w:w="1620" w:type="dxa"/>
            <w:vAlign w:val="bottom"/>
          </w:tcPr>
          <w:p w14:paraId="33173821" w14:textId="77777777" w:rsidR="00D90C60" w:rsidRPr="00E87D62" w:rsidRDefault="00D90C60" w:rsidP="00EE2C57">
            <w:pPr>
              <w:pStyle w:val="TableText"/>
            </w:pPr>
            <w:r>
              <w:t>G</w:t>
            </w:r>
            <w:r w:rsidRPr="00E87D62">
              <w:t>0/1</w:t>
            </w:r>
          </w:p>
        </w:tc>
        <w:tc>
          <w:tcPr>
            <w:tcW w:w="1806" w:type="dxa"/>
            <w:vAlign w:val="bottom"/>
          </w:tcPr>
          <w:p w14:paraId="1CD106FB" w14:textId="77777777" w:rsidR="00D90C60" w:rsidRPr="00E87D62" w:rsidRDefault="00D90C60" w:rsidP="00EE2C57">
            <w:pPr>
              <w:pStyle w:val="TableText"/>
            </w:pPr>
            <w:r w:rsidRPr="00E87D62">
              <w:t>192.168.3.1</w:t>
            </w:r>
          </w:p>
        </w:tc>
        <w:tc>
          <w:tcPr>
            <w:tcW w:w="1800" w:type="dxa"/>
            <w:vAlign w:val="bottom"/>
          </w:tcPr>
          <w:p w14:paraId="1A059F7B" w14:textId="77777777" w:rsidR="00D90C60" w:rsidRPr="00E87D62" w:rsidRDefault="00D90C60" w:rsidP="00EE2C57">
            <w:pPr>
              <w:pStyle w:val="TableText"/>
            </w:pPr>
            <w:r w:rsidRPr="00E87D62">
              <w:t>255.255.255.0</w:t>
            </w:r>
          </w:p>
        </w:tc>
        <w:tc>
          <w:tcPr>
            <w:tcW w:w="1800" w:type="dxa"/>
            <w:tcBorders>
              <w:bottom w:val="nil"/>
            </w:tcBorders>
            <w:vAlign w:val="bottom"/>
          </w:tcPr>
          <w:p w14:paraId="64C3F26B" w14:textId="77777777" w:rsidR="00D90C60" w:rsidRPr="00E87D62" w:rsidRDefault="00D90C60" w:rsidP="00EE2C57">
            <w:pPr>
              <w:pStyle w:val="TableText"/>
            </w:pPr>
            <w:r w:rsidRPr="00E87D62">
              <w:t>N/A</w:t>
            </w:r>
          </w:p>
        </w:tc>
        <w:tc>
          <w:tcPr>
            <w:tcW w:w="1800" w:type="dxa"/>
          </w:tcPr>
          <w:p w14:paraId="4C37F0AD" w14:textId="77777777" w:rsidR="00D90C60" w:rsidRPr="00E87D62" w:rsidRDefault="00D90C60" w:rsidP="00EE2C57">
            <w:pPr>
              <w:pStyle w:val="TableText"/>
            </w:pPr>
            <w:r>
              <w:t>S3 F0/5</w:t>
            </w:r>
          </w:p>
        </w:tc>
      </w:tr>
      <w:tr w:rsidR="00D90C60" w14:paraId="5550FD58" w14:textId="77777777" w:rsidTr="00773E37">
        <w:trPr>
          <w:cantSplit/>
          <w:jc w:val="center"/>
        </w:trPr>
        <w:tc>
          <w:tcPr>
            <w:tcW w:w="1347" w:type="dxa"/>
            <w:tcBorders>
              <w:top w:val="nil"/>
            </w:tcBorders>
            <w:vAlign w:val="bottom"/>
          </w:tcPr>
          <w:p w14:paraId="6D97314A" w14:textId="77777777" w:rsidR="00D90C60" w:rsidRPr="00E87D62" w:rsidRDefault="00D90C60" w:rsidP="00D90C60">
            <w:pPr>
              <w:pStyle w:val="ConfigWindow"/>
            </w:pPr>
            <w:r>
              <w:t>R3</w:t>
            </w:r>
          </w:p>
        </w:tc>
        <w:tc>
          <w:tcPr>
            <w:tcW w:w="1620" w:type="dxa"/>
            <w:vAlign w:val="bottom"/>
          </w:tcPr>
          <w:p w14:paraId="5C4ACC7B" w14:textId="77777777" w:rsidR="00D90C60" w:rsidRPr="00E87D62" w:rsidRDefault="00D90C60" w:rsidP="00EE2C57">
            <w:pPr>
              <w:pStyle w:val="TableText"/>
            </w:pPr>
            <w:r>
              <w:t>S0/0/1</w:t>
            </w:r>
          </w:p>
        </w:tc>
        <w:tc>
          <w:tcPr>
            <w:tcW w:w="1806" w:type="dxa"/>
            <w:vAlign w:val="bottom"/>
          </w:tcPr>
          <w:p w14:paraId="3C937A67" w14:textId="77777777" w:rsidR="00D90C60" w:rsidRPr="00E87D62" w:rsidRDefault="00D90C60" w:rsidP="00EE2C57">
            <w:pPr>
              <w:pStyle w:val="TableText"/>
            </w:pPr>
            <w:r w:rsidRPr="00E87D62">
              <w:t>10.2.2.1</w:t>
            </w:r>
          </w:p>
        </w:tc>
        <w:tc>
          <w:tcPr>
            <w:tcW w:w="1800" w:type="dxa"/>
            <w:vAlign w:val="bottom"/>
          </w:tcPr>
          <w:p w14:paraId="00CB9498" w14:textId="77777777" w:rsidR="00D90C60" w:rsidRPr="00E87D62" w:rsidRDefault="00D90C60" w:rsidP="00EE2C57">
            <w:pPr>
              <w:pStyle w:val="TableText"/>
            </w:pPr>
            <w:r w:rsidRPr="00E87D62">
              <w:t>255.255.255.252</w:t>
            </w:r>
          </w:p>
        </w:tc>
        <w:tc>
          <w:tcPr>
            <w:tcW w:w="1800" w:type="dxa"/>
            <w:tcBorders>
              <w:top w:val="nil"/>
            </w:tcBorders>
            <w:vAlign w:val="bottom"/>
          </w:tcPr>
          <w:p w14:paraId="1D103029" w14:textId="77777777" w:rsidR="00D90C60" w:rsidRPr="00E87D62" w:rsidRDefault="00D90C60" w:rsidP="00773E37">
            <w:pPr>
              <w:pStyle w:val="ConfigWindow"/>
            </w:pPr>
            <w:r w:rsidRPr="00E87D62">
              <w:t>N/A</w:t>
            </w:r>
          </w:p>
        </w:tc>
        <w:tc>
          <w:tcPr>
            <w:tcW w:w="1800" w:type="dxa"/>
          </w:tcPr>
          <w:p w14:paraId="11145D6E" w14:textId="77777777" w:rsidR="00D90C60" w:rsidRPr="00E87D62" w:rsidRDefault="00D90C60" w:rsidP="00EE2C57">
            <w:pPr>
              <w:pStyle w:val="TableText"/>
            </w:pPr>
            <w:r>
              <w:t>N/A</w:t>
            </w:r>
          </w:p>
        </w:tc>
      </w:tr>
      <w:tr w:rsidR="00D90C60" w14:paraId="4E8EBB9A" w14:textId="77777777" w:rsidTr="00773E37">
        <w:trPr>
          <w:cantSplit/>
          <w:jc w:val="center"/>
        </w:trPr>
        <w:tc>
          <w:tcPr>
            <w:tcW w:w="1347" w:type="dxa"/>
            <w:vAlign w:val="bottom"/>
          </w:tcPr>
          <w:p w14:paraId="1F13F9E4" w14:textId="77777777" w:rsidR="00D90C60" w:rsidRPr="00E87D62" w:rsidRDefault="00D90C60" w:rsidP="00EE2C57">
            <w:pPr>
              <w:pStyle w:val="TableText"/>
            </w:pPr>
            <w:r w:rsidRPr="00E87D62">
              <w:t>PC-A</w:t>
            </w:r>
          </w:p>
        </w:tc>
        <w:tc>
          <w:tcPr>
            <w:tcW w:w="1620" w:type="dxa"/>
            <w:vAlign w:val="bottom"/>
          </w:tcPr>
          <w:p w14:paraId="5C66649C" w14:textId="77777777" w:rsidR="00D90C60" w:rsidRPr="00E87D62" w:rsidRDefault="00D90C60" w:rsidP="00EE2C57">
            <w:pPr>
              <w:pStyle w:val="TableText"/>
            </w:pPr>
            <w:r w:rsidRPr="00E87D62">
              <w:t>NIC</w:t>
            </w:r>
          </w:p>
        </w:tc>
        <w:tc>
          <w:tcPr>
            <w:tcW w:w="1806" w:type="dxa"/>
            <w:vAlign w:val="bottom"/>
          </w:tcPr>
          <w:p w14:paraId="5F2EAB22" w14:textId="77777777" w:rsidR="00D90C60" w:rsidRPr="00E87D62" w:rsidRDefault="00D90C60" w:rsidP="00EE2C57">
            <w:pPr>
              <w:pStyle w:val="TableText"/>
            </w:pPr>
            <w:r w:rsidRPr="00E87D62">
              <w:t>192.168.1.3</w:t>
            </w:r>
          </w:p>
        </w:tc>
        <w:tc>
          <w:tcPr>
            <w:tcW w:w="1800" w:type="dxa"/>
            <w:vAlign w:val="bottom"/>
          </w:tcPr>
          <w:p w14:paraId="1C6817DD" w14:textId="77777777" w:rsidR="00D90C60" w:rsidRPr="00E87D62" w:rsidRDefault="00D90C60" w:rsidP="00EE2C57">
            <w:pPr>
              <w:pStyle w:val="TableText"/>
            </w:pPr>
            <w:r w:rsidRPr="00E87D62">
              <w:t>255.255.255.0</w:t>
            </w:r>
          </w:p>
        </w:tc>
        <w:tc>
          <w:tcPr>
            <w:tcW w:w="1800" w:type="dxa"/>
            <w:vAlign w:val="bottom"/>
          </w:tcPr>
          <w:p w14:paraId="60682AF6" w14:textId="77777777" w:rsidR="00D90C60" w:rsidRPr="00E87D62" w:rsidRDefault="00D90C60" w:rsidP="00EE2C57">
            <w:pPr>
              <w:pStyle w:val="TableText"/>
            </w:pPr>
            <w:r w:rsidRPr="00E87D62">
              <w:t>192.168.1.1</w:t>
            </w:r>
          </w:p>
        </w:tc>
        <w:tc>
          <w:tcPr>
            <w:tcW w:w="1800" w:type="dxa"/>
          </w:tcPr>
          <w:p w14:paraId="1745099E" w14:textId="77777777" w:rsidR="00D90C60" w:rsidRPr="00E87D62" w:rsidRDefault="00D90C60" w:rsidP="00EE2C57">
            <w:pPr>
              <w:pStyle w:val="TableText"/>
            </w:pPr>
            <w:r>
              <w:t>S1 F0/6</w:t>
            </w:r>
          </w:p>
        </w:tc>
      </w:tr>
      <w:tr w:rsidR="00D90C60" w14:paraId="2895CC8F" w14:textId="77777777" w:rsidTr="00773E37">
        <w:trPr>
          <w:cantSplit/>
          <w:jc w:val="center"/>
        </w:trPr>
        <w:tc>
          <w:tcPr>
            <w:tcW w:w="1347" w:type="dxa"/>
            <w:vAlign w:val="bottom"/>
          </w:tcPr>
          <w:p w14:paraId="54BFEE8B" w14:textId="77777777" w:rsidR="00D90C60" w:rsidRPr="00E87D62" w:rsidRDefault="00D90C60" w:rsidP="00EE2C57">
            <w:pPr>
              <w:pStyle w:val="TableText"/>
            </w:pPr>
            <w:r w:rsidRPr="00E87D62">
              <w:t>PC-C</w:t>
            </w:r>
          </w:p>
        </w:tc>
        <w:tc>
          <w:tcPr>
            <w:tcW w:w="1620" w:type="dxa"/>
            <w:vAlign w:val="bottom"/>
          </w:tcPr>
          <w:p w14:paraId="622F1E0A" w14:textId="77777777" w:rsidR="00D90C60" w:rsidRPr="00E87D62" w:rsidRDefault="00D90C60" w:rsidP="00EE2C57">
            <w:pPr>
              <w:pStyle w:val="TableText"/>
            </w:pPr>
            <w:r w:rsidRPr="00E87D62">
              <w:t>NIC</w:t>
            </w:r>
          </w:p>
        </w:tc>
        <w:tc>
          <w:tcPr>
            <w:tcW w:w="1806" w:type="dxa"/>
            <w:vAlign w:val="bottom"/>
          </w:tcPr>
          <w:p w14:paraId="44A053C7" w14:textId="77777777" w:rsidR="00D90C60" w:rsidRPr="00E87D62" w:rsidRDefault="00D90C60" w:rsidP="00EE2C57">
            <w:pPr>
              <w:pStyle w:val="TableText"/>
            </w:pPr>
            <w:r w:rsidRPr="00E87D62">
              <w:t>192.168.3.3</w:t>
            </w:r>
          </w:p>
        </w:tc>
        <w:tc>
          <w:tcPr>
            <w:tcW w:w="1800" w:type="dxa"/>
            <w:vAlign w:val="bottom"/>
          </w:tcPr>
          <w:p w14:paraId="55BAD395" w14:textId="77777777" w:rsidR="00D90C60" w:rsidRPr="00E87D62" w:rsidRDefault="00D90C60" w:rsidP="00EE2C57">
            <w:pPr>
              <w:pStyle w:val="TableText"/>
            </w:pPr>
            <w:r w:rsidRPr="00E87D62">
              <w:t>255.255.255.0</w:t>
            </w:r>
          </w:p>
        </w:tc>
        <w:tc>
          <w:tcPr>
            <w:tcW w:w="1800" w:type="dxa"/>
            <w:vAlign w:val="bottom"/>
          </w:tcPr>
          <w:p w14:paraId="7B53D03F" w14:textId="77777777" w:rsidR="00D90C60" w:rsidRPr="00E87D62" w:rsidRDefault="00D90C60" w:rsidP="00EE2C57">
            <w:pPr>
              <w:pStyle w:val="TableText"/>
            </w:pPr>
            <w:r w:rsidRPr="00E87D62">
              <w:t>192.168.3.1</w:t>
            </w:r>
          </w:p>
        </w:tc>
        <w:tc>
          <w:tcPr>
            <w:tcW w:w="1800" w:type="dxa"/>
          </w:tcPr>
          <w:p w14:paraId="5968E7E9" w14:textId="77777777" w:rsidR="00D90C60" w:rsidRPr="00E87D62" w:rsidRDefault="00D90C60" w:rsidP="00EE2C57">
            <w:pPr>
              <w:pStyle w:val="TableText"/>
            </w:pPr>
            <w:r>
              <w:t>S3 F0/18</w:t>
            </w:r>
          </w:p>
        </w:tc>
      </w:tr>
    </w:tbl>
    <w:p w14:paraId="15D5478B" w14:textId="77777777" w:rsidR="00D90C60" w:rsidRPr="00BB73FF" w:rsidRDefault="00D90C60" w:rsidP="00D90C60">
      <w:pPr>
        <w:pStyle w:val="Heading1"/>
        <w:numPr>
          <w:ilvl w:val="0"/>
          <w:numId w:val="3"/>
        </w:numPr>
      </w:pPr>
      <w:r w:rsidRPr="00BB73FF">
        <w:t>Objective</w:t>
      </w:r>
      <w:r>
        <w:t>s</w:t>
      </w:r>
    </w:p>
    <w:p w14:paraId="32265ED0" w14:textId="77777777" w:rsidR="00D90C60" w:rsidRDefault="00D90C60" w:rsidP="00D90C60">
      <w:pPr>
        <w:pStyle w:val="Bulletlevel1"/>
        <w:spacing w:before="60" w:after="60" w:line="276" w:lineRule="auto"/>
        <w:rPr>
          <w:szCs w:val="20"/>
        </w:rPr>
      </w:pPr>
      <w:r>
        <w:t>Verify connectivity among devices before firewall configuration</w:t>
      </w:r>
      <w:r>
        <w:rPr>
          <w:szCs w:val="20"/>
        </w:rPr>
        <w:t>.</w:t>
      </w:r>
    </w:p>
    <w:p w14:paraId="051017B3" w14:textId="77777777" w:rsidR="00D90C60" w:rsidRPr="004A724D" w:rsidRDefault="00D90C60" w:rsidP="00D90C60">
      <w:pPr>
        <w:pStyle w:val="Bulletlevel1"/>
        <w:spacing w:before="60" w:after="60" w:line="276" w:lineRule="auto"/>
        <w:rPr>
          <w:szCs w:val="20"/>
        </w:rPr>
      </w:pPr>
      <w:r>
        <w:t>Use ACLs to ensure remote access to the routers is available only from management station PC-C.</w:t>
      </w:r>
    </w:p>
    <w:p w14:paraId="5569E21A" w14:textId="77777777" w:rsidR="00D90C60" w:rsidRPr="001E215F" w:rsidRDefault="00D90C60" w:rsidP="00D90C60">
      <w:pPr>
        <w:pStyle w:val="Bulletlevel1"/>
        <w:spacing w:before="60" w:after="60" w:line="276" w:lineRule="auto"/>
        <w:rPr>
          <w:szCs w:val="20"/>
        </w:rPr>
      </w:pPr>
      <w:r>
        <w:t>Configure ACLs on R1 and R3 to mitigate attacks.</w:t>
      </w:r>
    </w:p>
    <w:p w14:paraId="5A13E280" w14:textId="77777777" w:rsidR="00D90C60" w:rsidRPr="004A724D" w:rsidRDefault="00D90C60" w:rsidP="00D90C60">
      <w:pPr>
        <w:pStyle w:val="Bulletlevel1"/>
        <w:spacing w:before="60" w:after="60" w:line="276" w:lineRule="auto"/>
        <w:rPr>
          <w:szCs w:val="20"/>
        </w:rPr>
      </w:pPr>
      <w:r>
        <w:t>Verify ACL functionality</w:t>
      </w:r>
      <w:r>
        <w:rPr>
          <w:szCs w:val="20"/>
        </w:rPr>
        <w:t>.</w:t>
      </w:r>
    </w:p>
    <w:p w14:paraId="47E52749" w14:textId="77777777" w:rsidR="00D90C60" w:rsidRPr="008402F2" w:rsidRDefault="00D90C60" w:rsidP="00D90C60">
      <w:pPr>
        <w:pStyle w:val="Heading1"/>
        <w:numPr>
          <w:ilvl w:val="0"/>
          <w:numId w:val="3"/>
        </w:numPr>
        <w:rPr>
          <w:rFonts w:eastAsia="Arial"/>
        </w:rPr>
      </w:pPr>
      <w:r w:rsidRPr="008402F2">
        <w:rPr>
          <w:rFonts w:eastAsia="Arial"/>
        </w:rPr>
        <w:t>Background</w:t>
      </w:r>
      <w:r>
        <w:t>/Scenario</w:t>
      </w:r>
    </w:p>
    <w:p w14:paraId="3D20ECBE" w14:textId="77777777" w:rsidR="00D90C60" w:rsidRDefault="00D90C60" w:rsidP="00D90C60">
      <w:pPr>
        <w:pStyle w:val="BodyTextL25"/>
      </w:pPr>
      <w:r>
        <w:t xml:space="preserve">Access to routers R1, R2, and R3 should only be permitted from PC-C, the management station. PC-C is also used for connectivity testing to PC-A, which is a server providing </w:t>
      </w:r>
      <w:r w:rsidRPr="001969EF">
        <w:t>DNS, SMTP, FTP</w:t>
      </w:r>
      <w:r>
        <w:t>, and HTTPS</w:t>
      </w:r>
      <w:r w:rsidRPr="001969EF">
        <w:t xml:space="preserve"> services</w:t>
      </w:r>
      <w:r>
        <w:t>.</w:t>
      </w:r>
    </w:p>
    <w:p w14:paraId="33270AF8" w14:textId="77777777" w:rsidR="00D90C60" w:rsidRDefault="00D90C60" w:rsidP="00D90C60">
      <w:pPr>
        <w:pStyle w:val="BodyTextL25"/>
      </w:pPr>
      <w:r>
        <w:lastRenderedPageBreak/>
        <w:t>Standard operating procedure is to apply ACLs on edge routers to mitigate common threats based on source and destination IP address</w:t>
      </w:r>
      <w:r w:rsidRPr="000F11D9">
        <w:t xml:space="preserve">. In this activity, you </w:t>
      </w:r>
      <w:r>
        <w:t>will create ACLs on edge routers R1 and R3 to achieve this goal</w:t>
      </w:r>
      <w:r w:rsidRPr="000F11D9">
        <w:t>. You</w:t>
      </w:r>
      <w:r>
        <w:t xml:space="preserve"> will</w:t>
      </w:r>
      <w:r w:rsidRPr="000F11D9">
        <w:t xml:space="preserve"> then verify </w:t>
      </w:r>
      <w:r>
        <w:t xml:space="preserve">ACL functionality </w:t>
      </w:r>
      <w:r w:rsidRPr="000F11D9">
        <w:t>from internal and external hosts.</w:t>
      </w:r>
    </w:p>
    <w:p w14:paraId="7BDC8CAE" w14:textId="77777777" w:rsidR="00D90C60" w:rsidRDefault="00D90C60" w:rsidP="00D90C60">
      <w:pPr>
        <w:pStyle w:val="BodyTextL25"/>
      </w:pPr>
      <w:r>
        <w:t>The routers have been pre-configured with the following:</w:t>
      </w:r>
    </w:p>
    <w:p w14:paraId="570DDF14" w14:textId="77777777" w:rsidR="00D90C60" w:rsidRDefault="00D90C60" w:rsidP="00D90C60">
      <w:pPr>
        <w:pStyle w:val="Bulletlevel2"/>
        <w:numPr>
          <w:ilvl w:val="0"/>
          <w:numId w:val="12"/>
        </w:numPr>
        <w:spacing w:before="60" w:after="60" w:line="276" w:lineRule="auto"/>
        <w:ind w:left="1080"/>
      </w:pPr>
      <w:r>
        <w:t xml:space="preserve">Enable password: </w:t>
      </w:r>
      <w:r w:rsidRPr="00BE2F29">
        <w:rPr>
          <w:b/>
        </w:rPr>
        <w:t>c</w:t>
      </w:r>
      <w:r>
        <w:rPr>
          <w:b/>
        </w:rPr>
        <w:t>iscoenpa55</w:t>
      </w:r>
    </w:p>
    <w:p w14:paraId="4A33E373" w14:textId="77777777" w:rsidR="00D90C60" w:rsidRDefault="00D90C60" w:rsidP="00D90C60">
      <w:pPr>
        <w:pStyle w:val="Bulletlevel2"/>
        <w:numPr>
          <w:ilvl w:val="0"/>
          <w:numId w:val="12"/>
        </w:numPr>
        <w:spacing w:before="60" w:after="60" w:line="276" w:lineRule="auto"/>
        <w:ind w:left="1080"/>
      </w:pPr>
      <w:r>
        <w:t xml:space="preserve">Password for console: </w:t>
      </w:r>
      <w:r>
        <w:rPr>
          <w:b/>
        </w:rPr>
        <w:t>ciscoconpa55</w:t>
      </w:r>
    </w:p>
    <w:p w14:paraId="43A97CCE" w14:textId="77777777" w:rsidR="00D90C60" w:rsidRPr="008D2089" w:rsidRDefault="00D90C60" w:rsidP="00D90C60">
      <w:pPr>
        <w:pStyle w:val="Bulletlevel2"/>
        <w:numPr>
          <w:ilvl w:val="0"/>
          <w:numId w:val="12"/>
        </w:numPr>
        <w:spacing w:before="60" w:after="60" w:line="276" w:lineRule="auto"/>
        <w:ind w:left="1080"/>
      </w:pPr>
      <w:r>
        <w:t xml:space="preserve">SSH logon username and password: </w:t>
      </w:r>
      <w:proofErr w:type="spellStart"/>
      <w:r>
        <w:rPr>
          <w:b/>
        </w:rPr>
        <w:t>SSHadmin</w:t>
      </w:r>
      <w:proofErr w:type="spellEnd"/>
      <w:r w:rsidRPr="00866881">
        <w:t>/</w:t>
      </w:r>
      <w:r>
        <w:rPr>
          <w:b/>
        </w:rPr>
        <w:t>ciscosshpa55</w:t>
      </w:r>
    </w:p>
    <w:p w14:paraId="5825D65B" w14:textId="77777777" w:rsidR="00D90C60" w:rsidRDefault="00D90C60" w:rsidP="00D90C60">
      <w:pPr>
        <w:pStyle w:val="Bulletlevel2"/>
        <w:numPr>
          <w:ilvl w:val="0"/>
          <w:numId w:val="12"/>
        </w:numPr>
        <w:spacing w:before="60" w:after="60" w:line="276" w:lineRule="auto"/>
        <w:ind w:left="1080"/>
      </w:pPr>
      <w:r>
        <w:t>IP addressing</w:t>
      </w:r>
    </w:p>
    <w:p w14:paraId="3E9D5400" w14:textId="77777777" w:rsidR="00D90C60" w:rsidRPr="00963B7D" w:rsidRDefault="00D90C60" w:rsidP="00D90C60">
      <w:pPr>
        <w:pStyle w:val="Bulletlevel2"/>
        <w:numPr>
          <w:ilvl w:val="0"/>
          <w:numId w:val="12"/>
        </w:numPr>
        <w:spacing w:before="60" w:after="60" w:line="276" w:lineRule="auto"/>
        <w:ind w:left="1080"/>
      </w:pPr>
      <w:r>
        <w:t xml:space="preserve">Static </w:t>
      </w:r>
      <w:r w:rsidRPr="00963B7D">
        <w:t>routing</w:t>
      </w:r>
    </w:p>
    <w:p w14:paraId="34AC4FE7" w14:textId="77777777" w:rsidR="00D90C60" w:rsidRDefault="00D90C60" w:rsidP="00467AA7">
      <w:pPr>
        <w:pStyle w:val="Heading2"/>
      </w:pPr>
      <w:r>
        <w:rPr>
          <w:color w:val="000000"/>
        </w:rPr>
        <w:t xml:space="preserve">Verify </w:t>
      </w:r>
      <w:r w:rsidRPr="00EF1FEF">
        <w:t>Basic Network Connectivity</w:t>
      </w:r>
    </w:p>
    <w:p w14:paraId="51822AD5" w14:textId="77777777" w:rsidR="00D90C60" w:rsidRDefault="00D90C60" w:rsidP="00D90C60">
      <w:pPr>
        <w:pStyle w:val="BodyTextL25"/>
      </w:pPr>
      <w:r w:rsidRPr="00670C2B">
        <w:t>Verify network connectivity prior to configuring the IP ACLs.</w:t>
      </w:r>
    </w:p>
    <w:p w14:paraId="09B20606" w14:textId="77777777" w:rsidR="00D90C60" w:rsidRDefault="00D90C60" w:rsidP="00467AA7">
      <w:pPr>
        <w:pStyle w:val="Heading3"/>
      </w:pPr>
      <w:r>
        <w:t>From PC-A, verify connectivity to PC-C and R2.</w:t>
      </w:r>
    </w:p>
    <w:p w14:paraId="0D9DC317" w14:textId="77777777" w:rsidR="00D90C60" w:rsidRDefault="00D90C60" w:rsidP="00467AA7">
      <w:pPr>
        <w:pStyle w:val="SubStepAlpha"/>
      </w:pPr>
      <w:r>
        <w:t xml:space="preserve">From the command prompt, ping </w:t>
      </w:r>
      <w:r w:rsidRPr="00B436CE">
        <w:rPr>
          <w:b/>
        </w:rPr>
        <w:t>PC-C</w:t>
      </w:r>
      <w:r>
        <w:t xml:space="preserve"> (192.168.3.3).</w:t>
      </w:r>
    </w:p>
    <w:p w14:paraId="7851F197" w14:textId="77777777" w:rsidR="00D90C60" w:rsidRPr="006C419A" w:rsidRDefault="00D90C60" w:rsidP="00467AA7">
      <w:pPr>
        <w:pStyle w:val="SubStepAlpha"/>
      </w:pPr>
      <w:r>
        <w:t xml:space="preserve">From the command prompt, establish an SSH session to </w:t>
      </w:r>
      <w:r w:rsidRPr="00B436CE">
        <w:rPr>
          <w:b/>
        </w:rPr>
        <w:t>R2</w:t>
      </w:r>
      <w:r>
        <w:t xml:space="preserve"> Lo0 interface (192.168.2.1) using username </w:t>
      </w:r>
      <w:proofErr w:type="spellStart"/>
      <w:r w:rsidRPr="00CF1608">
        <w:rPr>
          <w:rStyle w:val="BodyTextBoldChar"/>
          <w:rFonts w:eastAsia="Calibri"/>
        </w:rPr>
        <w:t>SSHadmin</w:t>
      </w:r>
      <w:proofErr w:type="spellEnd"/>
      <w:r>
        <w:t xml:space="preserve"> and </w:t>
      </w:r>
      <w:r w:rsidRPr="006C419A">
        <w:t xml:space="preserve">password </w:t>
      </w:r>
      <w:r w:rsidRPr="006C419A">
        <w:rPr>
          <w:rStyle w:val="BodyTextBoldChar"/>
          <w:rFonts w:eastAsia="Calibri"/>
        </w:rPr>
        <w:t>ciscosshpa55</w:t>
      </w:r>
      <w:r w:rsidRPr="006C419A">
        <w:t>. When finished, exit the SSH session.</w:t>
      </w:r>
    </w:p>
    <w:p w14:paraId="7AAE1C72" w14:textId="77777777" w:rsidR="00D90C60" w:rsidRDefault="00D90C60" w:rsidP="00D90C60">
      <w:pPr>
        <w:pStyle w:val="CMD"/>
        <w:rPr>
          <w:rStyle w:val="CMDBoldChar"/>
        </w:rPr>
      </w:pPr>
      <w:r>
        <w:t>SERVER</w:t>
      </w:r>
      <w:r w:rsidRPr="006C419A">
        <w:t xml:space="preserve">&gt; </w:t>
      </w:r>
      <w:proofErr w:type="spellStart"/>
      <w:r w:rsidRPr="006C419A">
        <w:rPr>
          <w:rStyle w:val="CMDBoldChar"/>
        </w:rPr>
        <w:t>ssh</w:t>
      </w:r>
      <w:proofErr w:type="spellEnd"/>
      <w:r w:rsidRPr="006C419A">
        <w:rPr>
          <w:rStyle w:val="CMDBoldChar"/>
        </w:rPr>
        <w:t xml:space="preserve"> -l </w:t>
      </w:r>
      <w:proofErr w:type="spellStart"/>
      <w:r w:rsidRPr="006C419A">
        <w:rPr>
          <w:rStyle w:val="CMDBoldChar"/>
        </w:rPr>
        <w:t>SSHadmin</w:t>
      </w:r>
      <w:proofErr w:type="spellEnd"/>
      <w:r w:rsidRPr="006C419A">
        <w:rPr>
          <w:rStyle w:val="CMDBoldChar"/>
        </w:rPr>
        <w:t xml:space="preserve"> 192.168.2.1</w:t>
      </w:r>
    </w:p>
    <w:p w14:paraId="04864584" w14:textId="77777777" w:rsidR="00D90C60" w:rsidRDefault="00D90C60" w:rsidP="00467AA7">
      <w:pPr>
        <w:pStyle w:val="Heading3"/>
      </w:pPr>
      <w:r>
        <w:t>From PC-C, verify connectivity to PC-A and R2.</w:t>
      </w:r>
    </w:p>
    <w:p w14:paraId="2E25956C" w14:textId="77777777" w:rsidR="00D90C60" w:rsidRDefault="00D90C60" w:rsidP="00467AA7">
      <w:pPr>
        <w:pStyle w:val="SubStepAlpha"/>
      </w:pPr>
      <w:r>
        <w:t xml:space="preserve">From the command prompt, ping </w:t>
      </w:r>
      <w:r w:rsidRPr="00B436CE">
        <w:rPr>
          <w:b/>
        </w:rPr>
        <w:t>PC-A</w:t>
      </w:r>
      <w:r>
        <w:t xml:space="preserve"> (192.168.1.3).</w:t>
      </w:r>
    </w:p>
    <w:p w14:paraId="72E21A1C" w14:textId="77777777" w:rsidR="00D90C60" w:rsidRPr="00CF1608" w:rsidRDefault="00D90C60" w:rsidP="00467AA7">
      <w:pPr>
        <w:pStyle w:val="SubStepAlpha"/>
      </w:pPr>
      <w:r>
        <w:t xml:space="preserve">From the command prompt, establish an SSH session to </w:t>
      </w:r>
      <w:r w:rsidRPr="00B436CE">
        <w:rPr>
          <w:b/>
        </w:rPr>
        <w:t>R2</w:t>
      </w:r>
      <w:r>
        <w:t xml:space="preserve"> Lo0 interface (192.168.2.1) using username </w:t>
      </w:r>
      <w:proofErr w:type="spellStart"/>
      <w:r w:rsidRPr="00CF1608">
        <w:rPr>
          <w:rStyle w:val="BodyTextBoldChar"/>
          <w:rFonts w:eastAsia="Calibri"/>
        </w:rPr>
        <w:t>SSHadmin</w:t>
      </w:r>
      <w:proofErr w:type="spellEnd"/>
      <w:r>
        <w:t xml:space="preserve"> and password </w:t>
      </w:r>
      <w:r w:rsidRPr="00CF1608">
        <w:rPr>
          <w:rStyle w:val="BodyTextBoldChar"/>
          <w:rFonts w:eastAsia="Calibri"/>
        </w:rPr>
        <w:t>ciscosshpa55</w:t>
      </w:r>
      <w:r>
        <w:t>. Close the SSH session when finished.</w:t>
      </w:r>
    </w:p>
    <w:p w14:paraId="050E8229" w14:textId="77777777" w:rsidR="009955F5" w:rsidRPr="009955F5" w:rsidRDefault="009955F5" w:rsidP="009955F5">
      <w:pPr>
        <w:pStyle w:val="SubStepAlpha"/>
        <w:rPr>
          <w:rStyle w:val="DevConfigGray"/>
          <w:shd w:val="clear" w:color="auto" w:fill="auto"/>
        </w:rPr>
      </w:pPr>
      <w:r>
        <w:t xml:space="preserve">Establish another SSH session to R2 G0/0 interface (209.165.200.225) using username </w:t>
      </w:r>
      <w:proofErr w:type="spellStart"/>
      <w:r w:rsidRPr="00CF1608">
        <w:rPr>
          <w:rStyle w:val="BodyTextBoldChar"/>
          <w:rFonts w:eastAsia="Calibri"/>
        </w:rPr>
        <w:t>SSHadmin</w:t>
      </w:r>
      <w:proofErr w:type="spellEnd"/>
      <w:r>
        <w:t xml:space="preserve"> and </w:t>
      </w:r>
      <w:r w:rsidRPr="006C419A">
        <w:t xml:space="preserve">password </w:t>
      </w:r>
      <w:r w:rsidRPr="006C419A">
        <w:rPr>
          <w:rStyle w:val="BodyTextBoldChar"/>
          <w:rFonts w:eastAsia="Calibri"/>
        </w:rPr>
        <w:t>ciscosshpa55</w:t>
      </w:r>
      <w:r w:rsidRPr="006C419A">
        <w:t>. When finished, exit the SSH session.</w:t>
      </w:r>
    </w:p>
    <w:p w14:paraId="18A40AA8" w14:textId="77777777" w:rsidR="00D90C60" w:rsidRPr="004720FF" w:rsidRDefault="00D90C60" w:rsidP="00467AA7">
      <w:pPr>
        <w:pStyle w:val="SubStepAlpha"/>
      </w:pPr>
      <w:r>
        <w:t>O</w:t>
      </w:r>
      <w:r w:rsidRPr="00F53896">
        <w:t xml:space="preserve">pen a web browser to the </w:t>
      </w:r>
      <w:r w:rsidRPr="00B436CE">
        <w:rPr>
          <w:b/>
        </w:rPr>
        <w:t>PC-A</w:t>
      </w:r>
      <w:r w:rsidRPr="00F53896">
        <w:t xml:space="preserve"> server</w:t>
      </w:r>
      <w:r>
        <w:t xml:space="preserve"> (192.168.1.3)</w:t>
      </w:r>
      <w:r w:rsidRPr="00F53896">
        <w:t xml:space="preserve"> to display the web </w:t>
      </w:r>
      <w:r>
        <w:t>page. Close the browser when done.</w:t>
      </w:r>
    </w:p>
    <w:p w14:paraId="68398581" w14:textId="77777777" w:rsidR="00D90C60" w:rsidRDefault="00D90C60" w:rsidP="00467AA7">
      <w:pPr>
        <w:pStyle w:val="Heading2"/>
      </w:pPr>
      <w:r>
        <w:rPr>
          <w:color w:val="000000"/>
        </w:rPr>
        <w:t xml:space="preserve">Secure </w:t>
      </w:r>
      <w:r>
        <w:t>Access to Routers</w:t>
      </w:r>
    </w:p>
    <w:p w14:paraId="01C381BB" w14:textId="77777777" w:rsidR="00D90C60" w:rsidRPr="00A95FCF" w:rsidRDefault="00D90C60" w:rsidP="00467AA7">
      <w:pPr>
        <w:pStyle w:val="Heading3"/>
      </w:pPr>
      <w:r>
        <w:t>Configure ACL 10 to block all remote access to the routers except from PC-C.</w:t>
      </w:r>
    </w:p>
    <w:p w14:paraId="44548A92" w14:textId="77777777" w:rsidR="00D90C60" w:rsidRPr="00E1785F" w:rsidRDefault="00D90C60" w:rsidP="00467AA7">
      <w:pPr>
        <w:pStyle w:val="SubStepAlpha"/>
      </w:pPr>
      <w:r w:rsidRPr="00CE042D">
        <w:t>Use the</w:t>
      </w:r>
      <w:r>
        <w:t xml:space="preserve"> </w:t>
      </w:r>
      <w:r>
        <w:rPr>
          <w:b/>
        </w:rPr>
        <w:t xml:space="preserve">access-list </w:t>
      </w:r>
      <w:r w:rsidRPr="00E1785F">
        <w:t>command</w:t>
      </w:r>
      <w:r>
        <w:t xml:space="preserve"> to create a numbered IP ACL on </w:t>
      </w:r>
      <w:r w:rsidRPr="00B436CE">
        <w:rPr>
          <w:b/>
        </w:rPr>
        <w:t>R1</w:t>
      </w:r>
      <w:r w:rsidRPr="003E6FEF">
        <w:t xml:space="preserve">, </w:t>
      </w:r>
      <w:r w:rsidRPr="00B436CE">
        <w:rPr>
          <w:b/>
        </w:rPr>
        <w:t>R2</w:t>
      </w:r>
      <w:r w:rsidRPr="003E6FEF">
        <w:t xml:space="preserve">, and </w:t>
      </w:r>
      <w:r w:rsidRPr="00B436CE">
        <w:rPr>
          <w:b/>
        </w:rPr>
        <w:t>R3</w:t>
      </w:r>
      <w:r>
        <w:t>.</w:t>
      </w:r>
    </w:p>
    <w:p w14:paraId="72B9294B" w14:textId="77777777" w:rsidR="00D90C60" w:rsidRPr="00A95FCF" w:rsidRDefault="00D90C60" w:rsidP="00467AA7">
      <w:pPr>
        <w:pStyle w:val="Heading3"/>
      </w:pPr>
      <w:r>
        <w:t>Apply ACL 10 to ingress traffic on the VTY lines.</w:t>
      </w:r>
    </w:p>
    <w:p w14:paraId="44720706" w14:textId="77777777" w:rsidR="00D90C60" w:rsidRPr="00E1785F" w:rsidRDefault="00D90C60" w:rsidP="00D90C60">
      <w:pPr>
        <w:pStyle w:val="BodyTextL25"/>
      </w:pPr>
      <w:r w:rsidRPr="00CE042D">
        <w:t>Use the</w:t>
      </w:r>
      <w:r>
        <w:t xml:space="preserve"> </w:t>
      </w:r>
      <w:r>
        <w:rPr>
          <w:b/>
        </w:rPr>
        <w:t xml:space="preserve">access-class </w:t>
      </w:r>
      <w:r w:rsidRPr="00E1785F">
        <w:t>command</w:t>
      </w:r>
      <w:r>
        <w:t xml:space="preserve"> to apply the access list to incoming traffic on the VTY lines.</w:t>
      </w:r>
    </w:p>
    <w:p w14:paraId="46971ABC" w14:textId="77777777" w:rsidR="00D90C60" w:rsidRPr="00A95FCF" w:rsidRDefault="00D90C60" w:rsidP="00467AA7">
      <w:pPr>
        <w:pStyle w:val="Heading3"/>
      </w:pPr>
      <w:r>
        <w:t>Verify exclusive access from management station PC-C.</w:t>
      </w:r>
    </w:p>
    <w:p w14:paraId="2DE97D15" w14:textId="77777777" w:rsidR="00D90C60" w:rsidRDefault="00D90C60" w:rsidP="00467AA7">
      <w:pPr>
        <w:pStyle w:val="SubStepAlpha"/>
      </w:pPr>
      <w:r>
        <w:t xml:space="preserve">Establish an SSH session to 192.168.2.1 from </w:t>
      </w:r>
      <w:r w:rsidRPr="00B436CE">
        <w:rPr>
          <w:b/>
        </w:rPr>
        <w:t>PC-C</w:t>
      </w:r>
      <w:r>
        <w:t xml:space="preserve"> (should be successful).</w:t>
      </w:r>
    </w:p>
    <w:p w14:paraId="7F1A0422" w14:textId="77777777" w:rsidR="009955F5" w:rsidRDefault="009955F5" w:rsidP="009955F5">
      <w:pPr>
        <w:pStyle w:val="SubStepAlpha"/>
      </w:pPr>
      <w:r>
        <w:t xml:space="preserve">Establish an SSH session to 209.165.200.225 from </w:t>
      </w:r>
      <w:r w:rsidRPr="00B436CE">
        <w:rPr>
          <w:b/>
        </w:rPr>
        <w:t>PC-C</w:t>
      </w:r>
      <w:r>
        <w:t xml:space="preserve"> (should be successful).</w:t>
      </w:r>
    </w:p>
    <w:p w14:paraId="241D99BE" w14:textId="77777777" w:rsidR="00D90C60" w:rsidRDefault="00D90C60" w:rsidP="00467AA7">
      <w:pPr>
        <w:pStyle w:val="SubStepAlpha"/>
      </w:pPr>
      <w:r>
        <w:t>Establish an SSH session to 192.168.2.1</w:t>
      </w:r>
      <w:r w:rsidRPr="00CE042D">
        <w:t xml:space="preserve"> </w:t>
      </w:r>
      <w:r>
        <w:t xml:space="preserve">from </w:t>
      </w:r>
      <w:r w:rsidRPr="00B24DAF">
        <w:rPr>
          <w:b/>
        </w:rPr>
        <w:t>PC-A</w:t>
      </w:r>
      <w:r>
        <w:t xml:space="preserve"> (should fail).</w:t>
      </w:r>
    </w:p>
    <w:p w14:paraId="1E9FDE93" w14:textId="77777777" w:rsidR="00D90C60" w:rsidRDefault="00D90C60" w:rsidP="00467AA7">
      <w:pPr>
        <w:pStyle w:val="Heading2"/>
      </w:pPr>
      <w:r>
        <w:t>Create a Numbered IP ACL 120 on R1</w:t>
      </w:r>
    </w:p>
    <w:p w14:paraId="762A6AFE" w14:textId="77777777" w:rsidR="00D90C60" w:rsidRDefault="00D90C60" w:rsidP="00D90C60">
      <w:pPr>
        <w:pStyle w:val="BodyTextL25"/>
        <w:rPr>
          <w:color w:val="000000"/>
        </w:rPr>
      </w:pPr>
      <w:r>
        <w:rPr>
          <w:color w:val="000000"/>
        </w:rPr>
        <w:t>Create an IP ACL numbered 120 with the following rules:</w:t>
      </w:r>
    </w:p>
    <w:p w14:paraId="545777F3" w14:textId="77777777" w:rsidR="00D90C60" w:rsidRPr="00903FC2" w:rsidRDefault="00D90C60" w:rsidP="00D90C60">
      <w:pPr>
        <w:pStyle w:val="Bulletlevel2"/>
        <w:numPr>
          <w:ilvl w:val="0"/>
          <w:numId w:val="12"/>
        </w:numPr>
        <w:spacing w:before="60" w:after="60" w:line="276" w:lineRule="auto"/>
        <w:ind w:left="1080"/>
        <w:rPr>
          <w:color w:val="000000"/>
        </w:rPr>
      </w:pPr>
      <w:r>
        <w:rPr>
          <w:color w:val="000000"/>
        </w:rPr>
        <w:t>P</w:t>
      </w:r>
      <w:r w:rsidRPr="009205B6">
        <w:t xml:space="preserve">ermit any outside host to access DNS, SMTP, and FTP services on server </w:t>
      </w:r>
      <w:r w:rsidRPr="00B436CE">
        <w:rPr>
          <w:b/>
        </w:rPr>
        <w:t>PC-A</w:t>
      </w:r>
      <w:r>
        <w:rPr>
          <w:b/>
        </w:rPr>
        <w:t>.</w:t>
      </w:r>
    </w:p>
    <w:p w14:paraId="3AA191D9" w14:textId="77777777" w:rsidR="00D90C60" w:rsidRPr="00903FC2" w:rsidRDefault="00D90C60" w:rsidP="00D90C60">
      <w:pPr>
        <w:pStyle w:val="Bulletlevel2"/>
        <w:numPr>
          <w:ilvl w:val="0"/>
          <w:numId w:val="12"/>
        </w:numPr>
        <w:spacing w:before="60" w:after="60" w:line="276" w:lineRule="auto"/>
        <w:ind w:left="1080"/>
        <w:rPr>
          <w:color w:val="000000"/>
        </w:rPr>
      </w:pPr>
      <w:r>
        <w:lastRenderedPageBreak/>
        <w:t>D</w:t>
      </w:r>
      <w:r w:rsidRPr="009205B6">
        <w:t xml:space="preserve">eny any outside host access to HTTPS services on </w:t>
      </w:r>
      <w:r w:rsidRPr="00B436CE">
        <w:rPr>
          <w:b/>
        </w:rPr>
        <w:t>PC-A</w:t>
      </w:r>
      <w:r>
        <w:rPr>
          <w:b/>
        </w:rPr>
        <w:t>.</w:t>
      </w:r>
    </w:p>
    <w:p w14:paraId="6365133D" w14:textId="77777777" w:rsidR="00D90C60" w:rsidRPr="00EF13E4" w:rsidRDefault="00D90C60" w:rsidP="00D90C60">
      <w:pPr>
        <w:pStyle w:val="Bulletlevel2"/>
        <w:numPr>
          <w:ilvl w:val="0"/>
          <w:numId w:val="12"/>
        </w:numPr>
        <w:spacing w:before="60" w:after="60" w:line="276" w:lineRule="auto"/>
        <w:ind w:left="1080"/>
        <w:rPr>
          <w:color w:val="000000"/>
        </w:rPr>
      </w:pPr>
      <w:r>
        <w:t>P</w:t>
      </w:r>
      <w:r w:rsidRPr="009205B6">
        <w:t xml:space="preserve">ermit </w:t>
      </w:r>
      <w:r w:rsidRPr="00B436CE">
        <w:rPr>
          <w:b/>
        </w:rPr>
        <w:t>PC-C</w:t>
      </w:r>
      <w:r w:rsidRPr="009205B6">
        <w:t xml:space="preserve"> to access </w:t>
      </w:r>
      <w:r w:rsidRPr="00B436CE">
        <w:rPr>
          <w:b/>
        </w:rPr>
        <w:t>R1</w:t>
      </w:r>
      <w:r>
        <w:t xml:space="preserve"> via SSH.</w:t>
      </w:r>
    </w:p>
    <w:p w14:paraId="379FEA18" w14:textId="77777777" w:rsidR="00D90C60" w:rsidRPr="009205B6" w:rsidRDefault="00D90C60" w:rsidP="00D90C60">
      <w:pPr>
        <w:pStyle w:val="BodyTextL25"/>
      </w:pPr>
      <w:r w:rsidRPr="00EF13E4">
        <w:rPr>
          <w:b/>
        </w:rPr>
        <w:t>Note</w:t>
      </w:r>
      <w:r>
        <w:t>: Check Results will not show a correct configuration for ACL 120 until you modify it in Part 4.</w:t>
      </w:r>
    </w:p>
    <w:p w14:paraId="0CE479E2" w14:textId="77777777" w:rsidR="00D90C60" w:rsidRDefault="00D90C60" w:rsidP="00467AA7">
      <w:pPr>
        <w:pStyle w:val="Heading3"/>
      </w:pPr>
      <w:r>
        <w:t>Verify that PC-C can access the PC-A via HTTPS using the web browser.</w:t>
      </w:r>
    </w:p>
    <w:p w14:paraId="34247A71" w14:textId="77777777" w:rsidR="00D90C60" w:rsidRPr="00CE042D" w:rsidRDefault="00D90C60" w:rsidP="00D90C60">
      <w:pPr>
        <w:pStyle w:val="BodyTextL25"/>
      </w:pPr>
      <w:r>
        <w:t xml:space="preserve">Be sure to disable HTTP and enable HTTPS on server </w:t>
      </w:r>
      <w:r w:rsidRPr="00B436CE">
        <w:rPr>
          <w:b/>
        </w:rPr>
        <w:t>PC-A</w:t>
      </w:r>
      <w:r>
        <w:t>.</w:t>
      </w:r>
    </w:p>
    <w:p w14:paraId="767A0263" w14:textId="77777777" w:rsidR="00D90C60" w:rsidRDefault="00D90C60" w:rsidP="00467AA7">
      <w:pPr>
        <w:pStyle w:val="Heading3"/>
      </w:pPr>
      <w:r>
        <w:t>Configure ACL 120 to specifically permit and deny the specified traffic.</w:t>
      </w:r>
    </w:p>
    <w:p w14:paraId="41BA78CA" w14:textId="77777777" w:rsidR="00D90C60" w:rsidRPr="00CE042D" w:rsidRDefault="00D90C60" w:rsidP="00D90C60">
      <w:pPr>
        <w:pStyle w:val="BodyTextL25"/>
      </w:pPr>
      <w:r w:rsidRPr="00CE042D">
        <w:t xml:space="preserve">Use the </w:t>
      </w:r>
      <w:r>
        <w:rPr>
          <w:b/>
        </w:rPr>
        <w:t xml:space="preserve">access-list </w:t>
      </w:r>
      <w:r>
        <w:t>command to create a numbered IP ACL.</w:t>
      </w:r>
    </w:p>
    <w:p w14:paraId="1DA11F3D" w14:textId="77777777" w:rsidR="00D90C60" w:rsidRDefault="00D90C60" w:rsidP="00467AA7">
      <w:pPr>
        <w:pStyle w:val="Heading3"/>
      </w:pPr>
      <w:r>
        <w:t>Apply the ACL to interface S0/0/0.</w:t>
      </w:r>
    </w:p>
    <w:p w14:paraId="49382606" w14:textId="77777777" w:rsidR="00D90C60" w:rsidRDefault="00D90C60" w:rsidP="00D90C60">
      <w:pPr>
        <w:pStyle w:val="BodyTextL25"/>
        <w:rPr>
          <w:rFonts w:ascii="Courier New" w:hAnsi="Courier New" w:cs="Courier New"/>
          <w:b/>
        </w:rPr>
      </w:pPr>
      <w:r w:rsidRPr="00E1785F">
        <w:t xml:space="preserve">Use the </w:t>
      </w:r>
      <w:proofErr w:type="spellStart"/>
      <w:r>
        <w:rPr>
          <w:b/>
        </w:rPr>
        <w:t>ip</w:t>
      </w:r>
      <w:proofErr w:type="spellEnd"/>
      <w:r>
        <w:rPr>
          <w:b/>
        </w:rPr>
        <w:t xml:space="preserve"> access-group </w:t>
      </w:r>
      <w:r w:rsidRPr="00E1785F">
        <w:t xml:space="preserve">command </w:t>
      </w:r>
      <w:r>
        <w:t>to apply the access list to incoming traffic on interface S0/0/0.</w:t>
      </w:r>
    </w:p>
    <w:p w14:paraId="26BDB79B" w14:textId="77777777" w:rsidR="00D90C60" w:rsidRDefault="00D90C60" w:rsidP="00467AA7">
      <w:pPr>
        <w:pStyle w:val="Heading3"/>
      </w:pPr>
      <w:r>
        <w:t>Verify that PC-C cannot access PC-A via HTTPS using the web browser.</w:t>
      </w:r>
    </w:p>
    <w:p w14:paraId="573982DC" w14:textId="77777777" w:rsidR="00D90C60" w:rsidRDefault="00D90C60" w:rsidP="00467AA7">
      <w:pPr>
        <w:pStyle w:val="Heading2"/>
      </w:pPr>
      <w:r>
        <w:t>Modify an Existing ACL on R1</w:t>
      </w:r>
    </w:p>
    <w:p w14:paraId="545E0BAF" w14:textId="77777777" w:rsidR="00D90C60" w:rsidRPr="00DA4978" w:rsidRDefault="00D90C60" w:rsidP="00D90C60">
      <w:pPr>
        <w:pStyle w:val="BodyTextL25"/>
      </w:pPr>
      <w:r w:rsidRPr="00DA4978">
        <w:t xml:space="preserve">Permit ICMP echo replies and destination unreachable messages from the outside network (relative to </w:t>
      </w:r>
      <w:r w:rsidRPr="00B436CE">
        <w:rPr>
          <w:b/>
        </w:rPr>
        <w:t>R1</w:t>
      </w:r>
      <w:r w:rsidRPr="00DA4978">
        <w:t>)</w:t>
      </w:r>
      <w:r>
        <w:t>.</w:t>
      </w:r>
      <w:r w:rsidRPr="00DA4978">
        <w:t xml:space="preserve"> </w:t>
      </w:r>
      <w:r>
        <w:t>D</w:t>
      </w:r>
      <w:r w:rsidRPr="00DA4978">
        <w:t>eny all other incoming ICMP packets.</w:t>
      </w:r>
    </w:p>
    <w:p w14:paraId="36F329A4" w14:textId="77777777" w:rsidR="00D90C60" w:rsidRPr="00CE042D" w:rsidRDefault="00D90C60" w:rsidP="00467AA7">
      <w:pPr>
        <w:pStyle w:val="Heading3"/>
        <w:rPr>
          <w:rFonts w:cs="Arial"/>
        </w:rPr>
      </w:pPr>
      <w:r>
        <w:t>Verify that PC-A cannot successfully ping the loopback interface on R2.</w:t>
      </w:r>
    </w:p>
    <w:p w14:paraId="29915617" w14:textId="77777777" w:rsidR="00D90C60" w:rsidRDefault="00D90C60" w:rsidP="00467AA7">
      <w:pPr>
        <w:pStyle w:val="Heading3"/>
      </w:pPr>
      <w:r>
        <w:t>Make any necessary changes to ACL 120 to permit and deny the specified traffic.</w:t>
      </w:r>
    </w:p>
    <w:p w14:paraId="47A07E35" w14:textId="77777777" w:rsidR="00D90C60" w:rsidRPr="00CE042D" w:rsidRDefault="00D90C60" w:rsidP="00D90C60">
      <w:pPr>
        <w:pStyle w:val="BodyTextL25"/>
      </w:pPr>
      <w:r w:rsidRPr="00CE042D">
        <w:t xml:space="preserve">Use the </w:t>
      </w:r>
      <w:r>
        <w:rPr>
          <w:b/>
        </w:rPr>
        <w:t>access-list</w:t>
      </w:r>
      <w:r w:rsidRPr="003E76D9">
        <w:t xml:space="preserve"> </w:t>
      </w:r>
      <w:r>
        <w:t>command to create a numbered IP ACL.</w:t>
      </w:r>
    </w:p>
    <w:p w14:paraId="60D13627" w14:textId="77777777" w:rsidR="00D90C60" w:rsidRDefault="00D90C60" w:rsidP="00467AA7">
      <w:pPr>
        <w:pStyle w:val="Heading3"/>
      </w:pPr>
      <w:r>
        <w:t>Verify that PC-A can successfully ping the loopback interface on R2.</w:t>
      </w:r>
    </w:p>
    <w:p w14:paraId="55175E9E" w14:textId="77777777" w:rsidR="00D90C60" w:rsidRDefault="00D90C60" w:rsidP="00467AA7">
      <w:pPr>
        <w:pStyle w:val="Heading2"/>
      </w:pPr>
      <w:r w:rsidRPr="00540176">
        <w:t>Create a</w:t>
      </w:r>
      <w:r>
        <w:t xml:space="preserve"> Numbered IP ACL 110 on R3</w:t>
      </w:r>
    </w:p>
    <w:p w14:paraId="7C95B52D" w14:textId="77777777" w:rsidR="00D90C60" w:rsidRPr="009205B6" w:rsidRDefault="00D90C60" w:rsidP="00D90C60">
      <w:pPr>
        <w:pStyle w:val="BodyTextL25"/>
      </w:pPr>
      <w:r>
        <w:t>D</w:t>
      </w:r>
      <w:r w:rsidRPr="009205B6">
        <w:t>eny all outbound packets with source address outside the range of internal IP addresses</w:t>
      </w:r>
      <w:r>
        <w:t xml:space="preserve"> on </w:t>
      </w:r>
      <w:r w:rsidRPr="00B436CE">
        <w:rPr>
          <w:b/>
        </w:rPr>
        <w:t>R3</w:t>
      </w:r>
      <w:r w:rsidRPr="009205B6">
        <w:t>.</w:t>
      </w:r>
    </w:p>
    <w:p w14:paraId="16548120" w14:textId="77777777" w:rsidR="00D90C60" w:rsidRDefault="00D90C60" w:rsidP="00467AA7">
      <w:pPr>
        <w:pStyle w:val="Heading3"/>
      </w:pPr>
      <w:r>
        <w:t>Configure ACL 110 to permit only traffic from the inside network.</w:t>
      </w:r>
    </w:p>
    <w:p w14:paraId="42EA732E" w14:textId="77777777" w:rsidR="00D90C60" w:rsidRPr="00CE042D" w:rsidRDefault="00D90C60" w:rsidP="00D90C60">
      <w:pPr>
        <w:pStyle w:val="BodyTextL25"/>
      </w:pPr>
      <w:r w:rsidRPr="00CE042D">
        <w:t xml:space="preserve">Use the </w:t>
      </w:r>
      <w:r>
        <w:rPr>
          <w:b/>
        </w:rPr>
        <w:t>access-list</w:t>
      </w:r>
      <w:r w:rsidRPr="003E76D9">
        <w:t xml:space="preserve"> </w:t>
      </w:r>
      <w:r>
        <w:t>command to create a numbered IP ACL.</w:t>
      </w:r>
    </w:p>
    <w:p w14:paraId="4BF3759D" w14:textId="77777777" w:rsidR="00D90C60" w:rsidRDefault="00D90C60" w:rsidP="00467AA7">
      <w:pPr>
        <w:pStyle w:val="Heading3"/>
      </w:pPr>
      <w:r>
        <w:t>Apply the ACL to interface G0/1.</w:t>
      </w:r>
    </w:p>
    <w:p w14:paraId="55F3D68F" w14:textId="77777777" w:rsidR="00D90C60" w:rsidRDefault="00D90C60" w:rsidP="00D90C60">
      <w:pPr>
        <w:pStyle w:val="BodyTextL25"/>
        <w:rPr>
          <w:rFonts w:ascii="Courier New" w:hAnsi="Courier New" w:cs="Courier New"/>
          <w:b/>
        </w:rPr>
      </w:pPr>
      <w:r w:rsidRPr="00E1785F">
        <w:t xml:space="preserve">Use the </w:t>
      </w:r>
      <w:proofErr w:type="spellStart"/>
      <w:r>
        <w:rPr>
          <w:b/>
        </w:rPr>
        <w:t>ip</w:t>
      </w:r>
      <w:proofErr w:type="spellEnd"/>
      <w:r>
        <w:rPr>
          <w:b/>
        </w:rPr>
        <w:t xml:space="preserve"> access-group </w:t>
      </w:r>
      <w:r w:rsidRPr="00E1785F">
        <w:t xml:space="preserve">command </w:t>
      </w:r>
      <w:r>
        <w:t>to apply the access list to incoming traffic on interface G0/1.</w:t>
      </w:r>
    </w:p>
    <w:p w14:paraId="4604565B" w14:textId="77777777" w:rsidR="00D90C60" w:rsidRDefault="00D90C60" w:rsidP="007511C1">
      <w:pPr>
        <w:pStyle w:val="Heading2"/>
      </w:pPr>
      <w:r w:rsidRPr="00540176">
        <w:t xml:space="preserve">Create </w:t>
      </w:r>
      <w:r>
        <w:t xml:space="preserve">a </w:t>
      </w:r>
      <w:r w:rsidRPr="000220F1">
        <w:t>Numbered</w:t>
      </w:r>
      <w:r w:rsidRPr="00540176">
        <w:t xml:space="preserve"> IP ACL</w:t>
      </w:r>
      <w:r>
        <w:t xml:space="preserve"> 100 on R3</w:t>
      </w:r>
    </w:p>
    <w:p w14:paraId="2F71CDDB" w14:textId="77777777" w:rsidR="00D90C60" w:rsidRPr="00C028F0" w:rsidRDefault="00D90C60" w:rsidP="00D90C60">
      <w:pPr>
        <w:pStyle w:val="BodyTextL25"/>
      </w:pPr>
      <w:r w:rsidRPr="00286092">
        <w:t xml:space="preserve">On </w:t>
      </w:r>
      <w:r w:rsidRPr="00B436CE">
        <w:rPr>
          <w:b/>
        </w:rPr>
        <w:t>R3</w:t>
      </w:r>
      <w:r>
        <w:t xml:space="preserve">, </w:t>
      </w:r>
      <w:r w:rsidRPr="00286092">
        <w:t>block all packets containing the source IP address from the following pool of addresses: any RFC 1918 private addresses, 127.0.0.0/8, and any IP multicast address.</w:t>
      </w:r>
      <w:r>
        <w:t xml:space="preserve"> Since </w:t>
      </w:r>
      <w:r>
        <w:rPr>
          <w:b/>
        </w:rPr>
        <w:t>PC-C</w:t>
      </w:r>
      <w:r>
        <w:t xml:space="preserve"> is being used for remote administration, permit SSH traffic from the 10.0.0.0/8 network to return to the host </w:t>
      </w:r>
      <w:r>
        <w:rPr>
          <w:b/>
        </w:rPr>
        <w:t>PC-C</w:t>
      </w:r>
      <w:r>
        <w:t>.</w:t>
      </w:r>
    </w:p>
    <w:p w14:paraId="3BF31A82" w14:textId="77777777" w:rsidR="00D90C60" w:rsidRDefault="00D90C60" w:rsidP="00467AA7">
      <w:pPr>
        <w:pStyle w:val="Heading3"/>
      </w:pPr>
      <w:r>
        <w:t>Configure ACL 100 to block all specified traffic from the outside network.</w:t>
      </w:r>
    </w:p>
    <w:p w14:paraId="784CBFCB" w14:textId="77777777" w:rsidR="00D90C60" w:rsidRPr="00FC1B88" w:rsidRDefault="00D90C60" w:rsidP="00D90C60">
      <w:pPr>
        <w:pStyle w:val="BodyTextL25"/>
      </w:pPr>
      <w:r>
        <w:t>You should also block traffic sourced from your own internal address space if it is not an RFC 1918 address. In this activity, your internal address space is part of the private address space specified in RFC 1918.</w:t>
      </w:r>
    </w:p>
    <w:p w14:paraId="3366D565" w14:textId="77777777" w:rsidR="00D90C60" w:rsidRPr="007A4458" w:rsidRDefault="00D90C60" w:rsidP="00D90C60">
      <w:pPr>
        <w:pStyle w:val="BodyTextL25"/>
      </w:pPr>
      <w:r w:rsidRPr="007A4458">
        <w:t xml:space="preserve">Use the </w:t>
      </w:r>
      <w:r w:rsidRPr="007A4458">
        <w:rPr>
          <w:b/>
        </w:rPr>
        <w:t xml:space="preserve">access-list </w:t>
      </w:r>
      <w:r w:rsidRPr="007A4458">
        <w:t>command to create a numbered IP ACL</w:t>
      </w:r>
      <w:r>
        <w:t>.</w:t>
      </w:r>
    </w:p>
    <w:p w14:paraId="5A0FD2C9" w14:textId="77777777" w:rsidR="00D90C60" w:rsidRPr="00E1785F" w:rsidRDefault="00D90C60" w:rsidP="00467AA7">
      <w:pPr>
        <w:pStyle w:val="Heading3"/>
      </w:pPr>
      <w:r>
        <w:lastRenderedPageBreak/>
        <w:t>Apply the ACL to interface Serial 0/0/1</w:t>
      </w:r>
      <w:r w:rsidRPr="00E1785F">
        <w:t>.</w:t>
      </w:r>
    </w:p>
    <w:p w14:paraId="2C165704" w14:textId="77777777" w:rsidR="00D90C60" w:rsidRPr="00E1785F" w:rsidRDefault="00D90C60" w:rsidP="00D90C60">
      <w:pPr>
        <w:pStyle w:val="BodyTextL25"/>
      </w:pPr>
      <w:r w:rsidRPr="00E1785F">
        <w:t xml:space="preserve">Use the </w:t>
      </w:r>
      <w:proofErr w:type="spellStart"/>
      <w:r>
        <w:rPr>
          <w:b/>
        </w:rPr>
        <w:t>ip</w:t>
      </w:r>
      <w:proofErr w:type="spellEnd"/>
      <w:r>
        <w:rPr>
          <w:b/>
        </w:rPr>
        <w:t xml:space="preserve"> access-group </w:t>
      </w:r>
      <w:r w:rsidRPr="00E1785F">
        <w:t xml:space="preserve">command </w:t>
      </w:r>
      <w:r>
        <w:t>to apply the access list to incoming traffic on interface Serial 0/0/1.</w:t>
      </w:r>
    </w:p>
    <w:p w14:paraId="795CB096" w14:textId="77777777" w:rsidR="00D90C60" w:rsidRPr="00E1785F" w:rsidRDefault="00D90C60" w:rsidP="00467AA7">
      <w:pPr>
        <w:pStyle w:val="Heading3"/>
      </w:pPr>
      <w:r>
        <w:t>Confirm that the specified traffic entering interface Serial 0/0/1 is handled correctly.</w:t>
      </w:r>
    </w:p>
    <w:p w14:paraId="73EF7661" w14:textId="77777777" w:rsidR="00D90C60" w:rsidRDefault="00D90C60" w:rsidP="004B53CB">
      <w:pPr>
        <w:pStyle w:val="SubStepAlpha"/>
      </w:pPr>
      <w:r w:rsidRPr="000C4F18">
        <w:t xml:space="preserve">From the PC-C command prompt, ping the PC-A server. The ICMP echo replies are blocked by the ACL </w:t>
      </w:r>
      <w:r w:rsidR="00F1236C">
        <w:t>because</w:t>
      </w:r>
      <w:r w:rsidRPr="000C4F18">
        <w:t xml:space="preserve"> they are sourced from the 192.168.0.0/16 address space.</w:t>
      </w:r>
    </w:p>
    <w:p w14:paraId="449D6C3C" w14:textId="77777777" w:rsidR="00E757E6" w:rsidRDefault="00D90C60" w:rsidP="004B53CB">
      <w:pPr>
        <w:pStyle w:val="SubStepAlpha"/>
      </w:pPr>
      <w:r>
        <w:t xml:space="preserve">Establish an SSH session to 192.168.2.1 from </w:t>
      </w:r>
      <w:r w:rsidRPr="00B436CE">
        <w:rPr>
          <w:b/>
        </w:rPr>
        <w:t>PC-C</w:t>
      </w:r>
      <w:r w:rsidR="00E757E6" w:rsidRPr="00E757E6">
        <w:t xml:space="preserve">. </w:t>
      </w:r>
      <w:r w:rsidR="00E757E6">
        <w:t>(should fail)</w:t>
      </w:r>
    </w:p>
    <w:p w14:paraId="664E2385" w14:textId="77777777" w:rsidR="00E757E6" w:rsidRDefault="00E757E6" w:rsidP="00E757E6">
      <w:pPr>
        <w:pStyle w:val="SubStepAlpha"/>
      </w:pPr>
      <w:r>
        <w:t xml:space="preserve">Establish an SSH session to 209.165.200.225. </w:t>
      </w:r>
      <w:r w:rsidR="00D90C60">
        <w:t>(should be successful).</w:t>
      </w:r>
    </w:p>
    <w:p w14:paraId="5EB58A78" w14:textId="77777777" w:rsidR="00D90C60" w:rsidRPr="00467AA7" w:rsidRDefault="00D90C60" w:rsidP="00467AA7">
      <w:pPr>
        <w:pStyle w:val="Heading3"/>
        <w:rPr>
          <w:rStyle w:val="Strong"/>
          <w:b/>
          <w:bCs/>
        </w:rPr>
      </w:pPr>
      <w:r w:rsidRPr="00467AA7">
        <w:rPr>
          <w:rStyle w:val="Strong"/>
          <w:b/>
          <w:bCs/>
        </w:rPr>
        <w:t>Check results.</w:t>
      </w:r>
    </w:p>
    <w:p w14:paraId="758DFFAC" w14:textId="77777777" w:rsidR="00D90C60" w:rsidRDefault="00D90C60" w:rsidP="00D90C60">
      <w:pPr>
        <w:pStyle w:val="BodyTextL25"/>
      </w:pPr>
      <w:r w:rsidRPr="008B7387">
        <w:t xml:space="preserve">Your completion percentage should be </w:t>
      </w:r>
      <w:r>
        <w:t xml:space="preserve">100%. </w:t>
      </w:r>
      <w:r w:rsidRPr="008B7387">
        <w:t xml:space="preserve">Click </w:t>
      </w:r>
      <w:r w:rsidRPr="00C5504D">
        <w:rPr>
          <w:rStyle w:val="Strong"/>
          <w:szCs w:val="20"/>
        </w:rPr>
        <w:t>Check Results</w:t>
      </w:r>
      <w:r w:rsidRPr="00C5504D">
        <w:t xml:space="preserve"> </w:t>
      </w:r>
      <w:r w:rsidRPr="008B7387">
        <w:t xml:space="preserve">to </w:t>
      </w:r>
      <w:r>
        <w:t xml:space="preserve">see </w:t>
      </w:r>
      <w:r w:rsidRPr="008B7387">
        <w:t>fee</w:t>
      </w:r>
      <w:r>
        <w:t>d</w:t>
      </w:r>
      <w:r w:rsidRPr="008B7387">
        <w:t>back and verificati</w:t>
      </w:r>
      <w:r>
        <w:t xml:space="preserve">on of which required components </w:t>
      </w:r>
      <w:r w:rsidRPr="008B7387">
        <w:t>have been completed.</w:t>
      </w:r>
    </w:p>
    <w:p w14:paraId="639660C5" w14:textId="77777777" w:rsidR="00A07ECF" w:rsidRDefault="00A07ECF" w:rsidP="00A07ECF">
      <w:pPr>
        <w:pStyle w:val="ConfigWindow"/>
      </w:pPr>
      <w:r>
        <w:t>End of document</w:t>
      </w:r>
      <w:bookmarkStart w:id="0" w:name="_GoBack"/>
      <w:bookmarkEnd w:id="0"/>
    </w:p>
    <w:sectPr w:rsidR="00A07ECF"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46A116" w14:textId="77777777" w:rsidR="00BF5997" w:rsidRDefault="00BF5997" w:rsidP="00710659">
      <w:pPr>
        <w:spacing w:after="0" w:line="240" w:lineRule="auto"/>
      </w:pPr>
      <w:r>
        <w:separator/>
      </w:r>
    </w:p>
    <w:p w14:paraId="639E9904" w14:textId="77777777" w:rsidR="00BF5997" w:rsidRDefault="00BF5997"/>
  </w:endnote>
  <w:endnote w:type="continuationSeparator" w:id="0">
    <w:p w14:paraId="637C776F" w14:textId="77777777" w:rsidR="00BF5997" w:rsidRDefault="00BF5997" w:rsidP="00710659">
      <w:pPr>
        <w:spacing w:after="0" w:line="240" w:lineRule="auto"/>
      </w:pPr>
      <w:r>
        <w:continuationSeparator/>
      </w:r>
    </w:p>
    <w:p w14:paraId="38FEC733" w14:textId="77777777" w:rsidR="00BF5997" w:rsidRDefault="00BF59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34F1A9" w14:textId="403FCBD4"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D90C60">
          <w:t>2015</w:t>
        </w:r>
      </w:sdtContent>
    </w:sdt>
    <w:r>
      <w:t xml:space="preserve"> - </w:t>
    </w:r>
    <w:r>
      <w:fldChar w:fldCharType="begin"/>
    </w:r>
    <w:r>
      <w:instrText xml:space="preserve"> SAVEDATE  \@ "yyyy"  \* MERGEFORMAT </w:instrText>
    </w:r>
    <w:r>
      <w:fldChar w:fldCharType="separate"/>
    </w:r>
    <w:r w:rsidR="00EA696C">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5CB84A" w14:textId="0A15C4B5"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D90C60">
          <w:t>2015</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EA696C">
      <w:rPr>
        <w:noProof/>
      </w:rPr>
      <w:t>2020</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E74602" w14:textId="77777777" w:rsidR="00BF5997" w:rsidRDefault="00BF5997" w:rsidP="00710659">
      <w:pPr>
        <w:spacing w:after="0" w:line="240" w:lineRule="auto"/>
      </w:pPr>
      <w:r>
        <w:separator/>
      </w:r>
    </w:p>
    <w:p w14:paraId="1C7593E5" w14:textId="77777777" w:rsidR="00BF5997" w:rsidRDefault="00BF5997"/>
  </w:footnote>
  <w:footnote w:type="continuationSeparator" w:id="0">
    <w:p w14:paraId="498A86B5" w14:textId="77777777" w:rsidR="00BF5997" w:rsidRDefault="00BF5997" w:rsidP="00710659">
      <w:pPr>
        <w:spacing w:after="0" w:line="240" w:lineRule="auto"/>
      </w:pPr>
      <w:r>
        <w:continuationSeparator/>
      </w:r>
    </w:p>
    <w:p w14:paraId="625E989B" w14:textId="77777777" w:rsidR="00BF5997" w:rsidRDefault="00BF599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87FAE53C267E4AC78A0F4C04C3355C71"/>
      </w:placeholder>
      <w:dataBinding w:prefixMappings="xmlns:ns0='http://purl.org/dc/elements/1.1/' xmlns:ns1='http://schemas.openxmlformats.org/package/2006/metadata/core-properties' " w:xpath="/ns1:coreProperties[1]/ns0:title[1]" w:storeItemID="{6C3C8BC8-F283-45AE-878A-BAB7291924A1}"/>
      <w:text/>
    </w:sdtPr>
    <w:sdtEndPr/>
    <w:sdtContent>
      <w:p w14:paraId="1FF0CBE4" w14:textId="77777777" w:rsidR="00926CB2" w:rsidRDefault="00D90C60" w:rsidP="008402F2">
        <w:pPr>
          <w:pStyle w:val="PageHead"/>
        </w:pPr>
        <w:r>
          <w:t>Packet Tracer - Configure IP ACLs to Mitigate Attacks</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C4659C" w14:textId="77777777" w:rsidR="00926CB2" w:rsidRDefault="00882B63" w:rsidP="006C3FCF">
    <w:pPr>
      <w:ind w:left="-288"/>
    </w:pPr>
    <w:r>
      <w:rPr>
        <w:noProof/>
      </w:rPr>
      <w:drawing>
        <wp:inline distT="0" distB="0" distL="0" distR="0" wp14:anchorId="7498F329" wp14:editId="2AB55ACA">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15:restartNumberingAfterBreak="0">
    <w:nsid w:val="30E21039"/>
    <w:multiLevelType w:val="hybridMultilevel"/>
    <w:tmpl w:val="06124828"/>
    <w:lvl w:ilvl="0" w:tplc="F6222C58">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DC0FBC4">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6840985"/>
    <w:multiLevelType w:val="hybridMultilevel"/>
    <w:tmpl w:val="E7D0DA7A"/>
    <w:lvl w:ilvl="0" w:tplc="170CA39E">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15:restartNumberingAfterBreak="0">
    <w:nsid w:val="4FC172C1"/>
    <w:multiLevelType w:val="multilevel"/>
    <w:tmpl w:val="E6F284A8"/>
    <w:lvl w:ilvl="0">
      <w:start w:val="1"/>
      <w:numFmt w:val="decimal"/>
      <w:suff w:val="space"/>
      <w:lvlText w:val="Part %1:"/>
      <w:lvlJc w:val="left"/>
      <w:pPr>
        <w:ind w:left="0" w:firstLine="0"/>
      </w:pPr>
      <w:rPr>
        <w:rFonts w:hint="default"/>
      </w:rPr>
    </w:lvl>
    <w:lvl w:ilvl="1">
      <w:start w:val="1"/>
      <w:numFmt w:val="decimal"/>
      <w:suff w:val="space"/>
      <w:lvlText w:val="Task %2:"/>
      <w:lvlJc w:val="left"/>
      <w:pPr>
        <w:ind w:left="0" w:firstLine="0"/>
      </w:pPr>
      <w:rPr>
        <w:rFonts w:hint="default"/>
      </w:rPr>
    </w:lvl>
    <w:lvl w:ilvl="2">
      <w:start w:val="1"/>
      <w:numFmt w:val="decimal"/>
      <w:lvlText w:val="Step %3:"/>
      <w:lvlJc w:val="left"/>
      <w:pPr>
        <w:tabs>
          <w:tab w:val="num" w:pos="972"/>
        </w:tabs>
        <w:ind w:left="972" w:hanging="972"/>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7"/>
  </w:num>
  <w:num w:numId="2">
    <w:abstractNumId w:val="3"/>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 %1:"/>
        <w:lvlJc w:val="left"/>
        <w:pPr>
          <w:tabs>
            <w:tab w:val="num" w:pos="1152"/>
          </w:tabs>
          <w:ind w:left="1152" w:hanging="792"/>
        </w:pPr>
        <w:rPr>
          <w:rFonts w:hint="default"/>
        </w:rPr>
      </w:lvl>
    </w:lvlOverride>
  </w:num>
  <w:num w:numId="9">
    <w:abstractNumId w:val="3"/>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8"/>
  </w:num>
  <w:num w:numId="11">
    <w:abstractNumId w:val="5"/>
  </w:num>
  <w:num w:numId="12">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C60"/>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C7E61"/>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67AA7"/>
    <w:rsid w:val="00473E34"/>
    <w:rsid w:val="00476BA9"/>
    <w:rsid w:val="00481650"/>
    <w:rsid w:val="00490807"/>
    <w:rsid w:val="004936C2"/>
    <w:rsid w:val="0049379C"/>
    <w:rsid w:val="004A1CA0"/>
    <w:rsid w:val="004A22E9"/>
    <w:rsid w:val="004A4ACD"/>
    <w:rsid w:val="004A506C"/>
    <w:rsid w:val="004A5BC5"/>
    <w:rsid w:val="004B023D"/>
    <w:rsid w:val="004B53CB"/>
    <w:rsid w:val="004C0909"/>
    <w:rsid w:val="004C3F97"/>
    <w:rsid w:val="004D01F2"/>
    <w:rsid w:val="004D2CED"/>
    <w:rsid w:val="004D3339"/>
    <w:rsid w:val="004D353F"/>
    <w:rsid w:val="004D36D7"/>
    <w:rsid w:val="004D682B"/>
    <w:rsid w:val="004E6152"/>
    <w:rsid w:val="004F3119"/>
    <w:rsid w:val="004F344A"/>
    <w:rsid w:val="004F4EC3"/>
    <w:rsid w:val="00504ED4"/>
    <w:rsid w:val="00510639"/>
    <w:rsid w:val="00511791"/>
    <w:rsid w:val="005139BE"/>
    <w:rsid w:val="00516142"/>
    <w:rsid w:val="0051681C"/>
    <w:rsid w:val="00520027"/>
    <w:rsid w:val="0052093C"/>
    <w:rsid w:val="00521B31"/>
    <w:rsid w:val="00522469"/>
    <w:rsid w:val="0052400A"/>
    <w:rsid w:val="005333AB"/>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11C1"/>
    <w:rsid w:val="00753D89"/>
    <w:rsid w:val="00753DDA"/>
    <w:rsid w:val="00754A6E"/>
    <w:rsid w:val="007550F9"/>
    <w:rsid w:val="007553D8"/>
    <w:rsid w:val="00755C9B"/>
    <w:rsid w:val="00760FE4"/>
    <w:rsid w:val="007636C2"/>
    <w:rsid w:val="00763D8B"/>
    <w:rsid w:val="007657F6"/>
    <w:rsid w:val="00765E47"/>
    <w:rsid w:val="0077125A"/>
    <w:rsid w:val="00773E37"/>
    <w:rsid w:val="0078405B"/>
    <w:rsid w:val="00786F58"/>
    <w:rsid w:val="00787CC1"/>
    <w:rsid w:val="00792F4E"/>
    <w:rsid w:val="0079398D"/>
    <w:rsid w:val="00796C25"/>
    <w:rsid w:val="007A287C"/>
    <w:rsid w:val="007A3B2A"/>
    <w:rsid w:val="007B0C9D"/>
    <w:rsid w:val="007B5522"/>
    <w:rsid w:val="007C0EE0"/>
    <w:rsid w:val="007C1B71"/>
    <w:rsid w:val="007C2FBB"/>
    <w:rsid w:val="007C634E"/>
    <w:rsid w:val="007C7164"/>
    <w:rsid w:val="007C7413"/>
    <w:rsid w:val="007D1984"/>
    <w:rsid w:val="007D2AFE"/>
    <w:rsid w:val="007E3264"/>
    <w:rsid w:val="007E3FEA"/>
    <w:rsid w:val="007E6402"/>
    <w:rsid w:val="007F0A0B"/>
    <w:rsid w:val="007F12E4"/>
    <w:rsid w:val="007F173D"/>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55F5"/>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07ECF"/>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4B52"/>
    <w:rsid w:val="00A676FF"/>
    <w:rsid w:val="00A73EBA"/>
    <w:rsid w:val="00A74234"/>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5997"/>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510C"/>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80B"/>
    <w:rsid w:val="00D87F26"/>
    <w:rsid w:val="00D90C60"/>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757E6"/>
    <w:rsid w:val="00E81612"/>
    <w:rsid w:val="00E82BD7"/>
    <w:rsid w:val="00E859E3"/>
    <w:rsid w:val="00E87D18"/>
    <w:rsid w:val="00E87D62"/>
    <w:rsid w:val="00E97333"/>
    <w:rsid w:val="00EA486E"/>
    <w:rsid w:val="00EA4FA3"/>
    <w:rsid w:val="00EA696C"/>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236C"/>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3254C2"/>
  <w15:docId w15:val="{000A420C-D688-417A-A59A-DFACBB403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467AA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A07ECF"/>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D90C60"/>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CMDBold">
    <w:name w:val="CMD Bold"/>
    <w:basedOn w:val="CMD"/>
    <w:next w:val="BodyTextL50"/>
    <w:link w:val="CMDBoldChar"/>
    <w:qFormat/>
    <w:rsid w:val="00D90C60"/>
    <w:rPr>
      <w:b/>
    </w:rPr>
  </w:style>
  <w:style w:type="character" w:customStyle="1" w:styleId="CMDBoldChar">
    <w:name w:val="CMD Bold Char"/>
    <w:basedOn w:val="CMDChar"/>
    <w:link w:val="CMDBold"/>
    <w:rsid w:val="00D90C60"/>
    <w:rPr>
      <w:rFonts w:ascii="Courier New" w:hAnsi="Courier New"/>
      <w:b/>
      <w:szCs w:val="22"/>
    </w:rPr>
  </w:style>
  <w:style w:type="character" w:styleId="Strong">
    <w:name w:val="Strong"/>
    <w:uiPriority w:val="22"/>
    <w:qFormat/>
    <w:rsid w:val="00D90C6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7FAE53C267E4AC78A0F4C04C3355C71"/>
        <w:category>
          <w:name w:val="General"/>
          <w:gallery w:val="placeholder"/>
        </w:category>
        <w:types>
          <w:type w:val="bbPlcHdr"/>
        </w:types>
        <w:behaviors>
          <w:behavior w:val="content"/>
        </w:behaviors>
        <w:guid w:val="{1C6B90C8-A357-42C2-8577-3EAC88960E10}"/>
      </w:docPartPr>
      <w:docPartBody>
        <w:p w:rsidR="00961B3D" w:rsidRDefault="00A66A1A">
          <w:pPr>
            <w:pStyle w:val="87FAE53C267E4AC78A0F4C04C3355C71"/>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A1A"/>
    <w:rsid w:val="002C4C3E"/>
    <w:rsid w:val="00961B3D"/>
    <w:rsid w:val="00A66A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87FAE53C267E4AC78A0F4C04C3355C71">
    <w:name w:val="87FAE53C267E4AC78A0F4C04C3355C7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3D684F-9824-448A-A397-F7A929A2D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2</TotalTime>
  <Pages>4</Pages>
  <Words>921</Words>
  <Characters>5254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Packet Tracer - Configure IP ACLs to Mitigate Attacks</vt:lpstr>
    </vt:vector>
  </TitlesOfParts>
  <Company>Cisco Systems, Inc.</Company>
  <LinksUpToDate>false</LinksUpToDate>
  <CharactersWithSpaces>6163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Configure IP ACLs to Mitigate Attacks</dc:title>
  <dc:creator>SP</dc:creator>
  <dc:description>2015</dc:description>
  <cp:lastModifiedBy>Suk-Yi Pennock -X (spennock - UNICON INC at Cisco)</cp:lastModifiedBy>
  <cp:revision>3</cp:revision>
  <cp:lastPrinted>2020-01-11T00:22:00Z</cp:lastPrinted>
  <dcterms:created xsi:type="dcterms:W3CDTF">2020-01-11T00:23:00Z</dcterms:created>
  <dcterms:modified xsi:type="dcterms:W3CDTF">2020-01-11T00:24:00Z</dcterms:modified>
</cp:coreProperties>
</file>